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3DF" w:rsidRPr="00FF1369" w:rsidRDefault="003E53DF" w:rsidP="003E53D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u w:val="single"/>
        </w:rPr>
      </w:pPr>
      <w:r w:rsidRPr="00FF136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293AF3F" wp14:editId="36B6D20A">
            <wp:extent cx="1228725" cy="914400"/>
            <wp:effectExtent l="0" t="0" r="9525" b="0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38" w:rsidRDefault="00343E38" w:rsidP="00343E38">
      <w:pPr>
        <w:pStyle w:val="a7"/>
        <w:jc w:val="center"/>
        <w:outlineLvl w:val="0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28"/>
        </w:rPr>
        <w:t xml:space="preserve"> </w:t>
      </w:r>
      <w:r w:rsidRPr="009509D2">
        <w:rPr>
          <w:rFonts w:ascii="Times New Roman" w:hAnsi="Times New Roman"/>
          <w:b/>
          <w:sz w:val="30"/>
          <w:szCs w:val="30"/>
        </w:rPr>
        <w:t>ДЕПАРТАМЕНТ ОБРАЗОВАНИЯ И НАУКИ</w:t>
      </w:r>
      <w:r w:rsidRPr="009509D2">
        <w:rPr>
          <w:rFonts w:ascii="Times New Roman" w:hAnsi="Times New Roman"/>
          <w:b/>
          <w:sz w:val="30"/>
          <w:szCs w:val="30"/>
        </w:rPr>
        <w:br/>
        <w:t>ИВАНОВСКОЙ ОБЛАСТИ</w:t>
      </w:r>
    </w:p>
    <w:p w:rsidR="003E53DF" w:rsidRDefault="008E4596" w:rsidP="003E53DF">
      <w:pPr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</w:t>
      </w:r>
    </w:p>
    <w:p w:rsidR="008E4596" w:rsidRDefault="008E4596" w:rsidP="003E53DF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</w:p>
    <w:p w:rsidR="003E53DF" w:rsidRPr="003E53DF" w:rsidRDefault="003E53DF" w:rsidP="003E53DF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3E53D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ПРИКАЗ</w:t>
      </w:r>
    </w:p>
    <w:p w:rsidR="003E53DF" w:rsidRDefault="003E53DF" w:rsidP="003E53D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E53DF" w:rsidRDefault="003E53DF" w:rsidP="003E53D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3E53DF" w:rsidTr="003E53D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3E53DF" w:rsidRDefault="003E53DF" w:rsidP="003E53D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_________-о</w:t>
            </w:r>
          </w:p>
        </w:tc>
      </w:tr>
    </w:tbl>
    <w:p w:rsidR="003E53DF" w:rsidRPr="00BC1372" w:rsidRDefault="003E53DF" w:rsidP="003E53D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3E53DF" w:rsidTr="003E53D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6E761B" w:rsidRDefault="00FF5D8C" w:rsidP="005A74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761B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перечня общеобразовательных организаций Ивановской области, осуществляющих тестирование </w:t>
            </w:r>
            <w:r w:rsidR="005A74C1" w:rsidRPr="006E761B">
              <w:rPr>
                <w:rFonts w:ascii="Times New Roman" w:hAnsi="Times New Roman"/>
                <w:b/>
                <w:sz w:val="28"/>
                <w:szCs w:val="28"/>
              </w:rPr>
              <w:t>на знание русского языка, достаточно</w:t>
            </w:r>
            <w:r w:rsidRPr="006E761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5A74C1" w:rsidRPr="006E761B">
              <w:rPr>
                <w:rFonts w:ascii="Times New Roman" w:hAnsi="Times New Roman"/>
                <w:b/>
                <w:sz w:val="28"/>
                <w:szCs w:val="28"/>
              </w:rPr>
              <w:t xml:space="preserve"> для освоения образовательных </w:t>
            </w:r>
          </w:p>
          <w:p w:rsidR="006E761B" w:rsidRDefault="005A74C1" w:rsidP="005A74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761B">
              <w:rPr>
                <w:rFonts w:ascii="Times New Roman" w:hAnsi="Times New Roman"/>
                <w:b/>
                <w:sz w:val="28"/>
                <w:szCs w:val="28"/>
              </w:rPr>
              <w:t xml:space="preserve">программ начального общего, основного общего и среднего общего образования, </w:t>
            </w:r>
            <w:r w:rsidR="00F04717" w:rsidRPr="006E761B">
              <w:rPr>
                <w:rFonts w:ascii="Times New Roman" w:hAnsi="Times New Roman"/>
                <w:b/>
                <w:sz w:val="28"/>
                <w:szCs w:val="28"/>
              </w:rPr>
              <w:t>иностранны</w:t>
            </w:r>
            <w:r w:rsidR="00FF5D8C" w:rsidRPr="006E761B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="00F04717" w:rsidRPr="006E761B">
              <w:rPr>
                <w:rFonts w:ascii="Times New Roman" w:hAnsi="Times New Roman"/>
                <w:b/>
                <w:sz w:val="28"/>
                <w:szCs w:val="28"/>
              </w:rPr>
              <w:t xml:space="preserve"> граждан и лиц</w:t>
            </w:r>
            <w:r w:rsidR="00FF5D8C" w:rsidRPr="006E761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04717" w:rsidRPr="006E761B">
              <w:rPr>
                <w:rFonts w:ascii="Times New Roman" w:hAnsi="Times New Roman"/>
                <w:b/>
                <w:sz w:val="28"/>
                <w:szCs w:val="28"/>
              </w:rPr>
              <w:t>без гражданства</w:t>
            </w:r>
            <w:r w:rsidR="00FF5D8C" w:rsidRPr="006E761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5295A" w:rsidRPr="00933C82" w:rsidRDefault="00FF5D8C" w:rsidP="005A74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761B">
              <w:rPr>
                <w:rFonts w:ascii="Times New Roman" w:hAnsi="Times New Roman"/>
                <w:b/>
                <w:sz w:val="28"/>
                <w:szCs w:val="28"/>
              </w:rPr>
              <w:t>и расписания проведения тестирования</w:t>
            </w:r>
          </w:p>
          <w:p w:rsidR="003E53DF" w:rsidRPr="00BE348E" w:rsidRDefault="003E53DF" w:rsidP="00352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D72" w:rsidRPr="00B46E92" w:rsidTr="003E53D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2542EF" w:rsidRPr="006E761B" w:rsidRDefault="00F04717" w:rsidP="00211F31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4C1">
              <w:rPr>
                <w:rFonts w:ascii="Times New Roman" w:hAnsi="Times New Roman"/>
                <w:sz w:val="28"/>
                <w:szCs w:val="28"/>
              </w:rPr>
              <w:t xml:space="preserve">В соответствии </w:t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r w:rsidR="0051095E">
              <w:rPr>
                <w:rFonts w:ascii="Times New Roman" w:eastAsia="Times New Roman" w:hAnsi="Times New Roman"/>
                <w:sz w:val="28"/>
                <w:szCs w:val="28"/>
              </w:rPr>
              <w:t xml:space="preserve"> пунктом 3 части 1 статьи 8 </w:t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Федерального </w:t>
            </w:r>
            <w:r w:rsidR="00FD76AC" w:rsidRPr="005A74C1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>акона</w:t>
            </w:r>
            <w:r w:rsidR="00043A98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51095E">
              <w:rPr>
                <w:rFonts w:ascii="Times New Roman" w:eastAsia="Times New Roman" w:hAnsi="Times New Roman"/>
                <w:sz w:val="28"/>
                <w:szCs w:val="28"/>
              </w:rPr>
              <w:br/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>от 29.12.2012 № 273</w:t>
            </w:r>
            <w:r w:rsidR="00FD76AC" w:rsidRPr="005A74C1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>ФЗ «Об образовании в Российской Федерации», приказ</w:t>
            </w:r>
            <w:r w:rsidR="009D4274">
              <w:rPr>
                <w:rFonts w:ascii="Times New Roman" w:eastAsia="Times New Roman" w:hAnsi="Times New Roman"/>
                <w:sz w:val="28"/>
                <w:szCs w:val="28"/>
              </w:rPr>
              <w:t>ами</w:t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 Министерства просвещения Российской Федерации</w:t>
            </w:r>
            <w:r w:rsidR="00FD76AC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51095E">
              <w:rPr>
                <w:rFonts w:ascii="Times New Roman" w:eastAsia="Times New Roman" w:hAnsi="Times New Roman"/>
                <w:sz w:val="28"/>
                <w:szCs w:val="28"/>
              </w:rPr>
              <w:br/>
            </w:r>
            <w:r w:rsidR="00FD76AC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933C82" w:rsidRPr="005A74C1">
              <w:rPr>
                <w:rFonts w:ascii="Times New Roman" w:eastAsia="Times New Roman" w:hAnsi="Times New Roman"/>
                <w:sz w:val="28"/>
                <w:szCs w:val="28"/>
              </w:rPr>
              <w:t>04.03</w:t>
            </w:r>
            <w:r w:rsidR="00FD76AC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.2025 № </w:t>
            </w:r>
            <w:r w:rsidR="00933C82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 170 </w:t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933C82" w:rsidRPr="005A74C1">
              <w:rPr>
                <w:rFonts w:ascii="Times New Roman" w:eastAsia="Times New Roman" w:hAnsi="Times New Roman"/>
                <w:sz w:val="28"/>
                <w:szCs w:val="28"/>
              </w:rPr>
              <w:t>Об утверждении П</w:t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орядка прохождения </w:t>
            </w:r>
            <w:r w:rsidR="00B30D37" w:rsidRPr="005A74C1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="0051095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30D37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 государственной или муниципальной общеобразовательной организации тестирования на знание русского языка, </w:t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тестирования на знание русского языка, </w:t>
            </w:r>
            <w:r w:rsidR="00B30D37" w:rsidRPr="005A74C1">
              <w:rPr>
                <w:rFonts w:ascii="Times New Roman" w:eastAsia="Times New Roman" w:hAnsi="Times New Roman"/>
                <w:sz w:val="28"/>
                <w:szCs w:val="28"/>
              </w:rPr>
              <w:t>достаточное для освоения образовательных программ начального общего, основного общего и среднего общего образования</w:t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B30D37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 иностранных граждан и лиц без гражданства</w:t>
            </w:r>
            <w:r w:rsidR="0081021A" w:rsidRPr="005A74C1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="00B30D37" w:rsidRPr="005A74C1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="00B30D37" w:rsidRPr="00095368">
              <w:rPr>
                <w:rFonts w:ascii="Times New Roman" w:eastAsia="Times New Roman" w:hAnsi="Times New Roman"/>
                <w:sz w:val="28"/>
                <w:szCs w:val="28"/>
              </w:rPr>
              <w:t>от  04.03.2025 №</w:t>
            </w:r>
            <w:r w:rsidR="0009536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30D37" w:rsidRPr="00095368">
              <w:rPr>
                <w:rFonts w:ascii="Times New Roman" w:eastAsia="Times New Roman" w:hAnsi="Times New Roman"/>
                <w:sz w:val="28"/>
                <w:szCs w:val="28"/>
              </w:rPr>
              <w:t>171 «О внесении изменений в Порядок приема на обучение</w:t>
            </w:r>
            <w:r w:rsidR="0051095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30D37" w:rsidRPr="00095368">
              <w:rPr>
                <w:rFonts w:ascii="Times New Roman" w:eastAsia="Times New Roman" w:hAnsi="Times New Roman"/>
                <w:sz w:val="28"/>
                <w:szCs w:val="28"/>
              </w:rPr>
              <w:t>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№</w:t>
            </w:r>
            <w:r w:rsidR="0009536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30D37" w:rsidRPr="00095368">
              <w:rPr>
                <w:rFonts w:ascii="Times New Roman" w:eastAsia="Times New Roman" w:hAnsi="Times New Roman"/>
                <w:sz w:val="28"/>
                <w:szCs w:val="28"/>
              </w:rPr>
              <w:t>458»,</w:t>
            </w:r>
            <w:r w:rsidR="00AB5DE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8A5F27" w:rsidRPr="006E76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Положением </w:t>
            </w:r>
            <w:r w:rsidR="0051095E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8A5F27" w:rsidRPr="006E76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Департаменте образования и науки Ивановской области, утвержденным постановлением Правительства Ивановской области от 28.09.2012 № 363-п «Об утверждении Положения о Департаменте образования и науки Ивановской области» </w:t>
            </w:r>
            <w:r w:rsidR="002542EF" w:rsidRPr="006E761B"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  <w:t>приказыва</w:t>
            </w:r>
            <w:r w:rsidR="002542EF" w:rsidRPr="006E761B">
              <w:rPr>
                <w:rFonts w:ascii="Times New Roman" w:hAnsi="Times New Roman" w:cs="Times New Roman"/>
                <w:b/>
                <w:sz w:val="28"/>
                <w:szCs w:val="28"/>
              </w:rPr>
              <w:t>ю:</w:t>
            </w:r>
          </w:p>
          <w:p w:rsidR="0081021A" w:rsidRPr="006E761B" w:rsidRDefault="00C6111D" w:rsidP="00211F31">
            <w:pPr>
              <w:pStyle w:val="ad"/>
              <w:numPr>
                <w:ilvl w:val="0"/>
                <w:numId w:val="6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61B">
              <w:rPr>
                <w:rFonts w:ascii="Times New Roman" w:hAnsi="Times New Roman"/>
                <w:sz w:val="28"/>
                <w:szCs w:val="28"/>
              </w:rPr>
              <w:t xml:space="preserve">Определить </w:t>
            </w:r>
            <w:r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перечень</w:t>
            </w:r>
            <w:r w:rsidR="005A74C1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4C6CDF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общеобразовательных организаций</w:t>
            </w:r>
            <w:r w:rsidR="00872CCA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Ивановской области</w:t>
            </w:r>
            <w:r w:rsidR="004C6CDF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,</w:t>
            </w:r>
            <w:r w:rsidR="00872CCA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осуществляющих </w:t>
            </w:r>
            <w:r w:rsidR="005A74C1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тестировани</w:t>
            </w:r>
            <w:r w:rsidR="004C6CDF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е</w:t>
            </w:r>
            <w:r w:rsidR="005A74C1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на знание русского языка, </w:t>
            </w:r>
            <w:r w:rsidR="005A74C1" w:rsidRPr="006E761B">
              <w:rPr>
                <w:rFonts w:ascii="Times New Roman" w:hAnsi="Times New Roman"/>
                <w:sz w:val="28"/>
                <w:szCs w:val="28"/>
              </w:rPr>
              <w:t>достаточно</w:t>
            </w:r>
            <w:r w:rsidR="004C6CDF" w:rsidRPr="006E761B">
              <w:rPr>
                <w:rFonts w:ascii="Times New Roman" w:hAnsi="Times New Roman"/>
                <w:sz w:val="28"/>
                <w:szCs w:val="28"/>
              </w:rPr>
              <w:t>е</w:t>
            </w:r>
            <w:r w:rsidR="005A74C1" w:rsidRPr="006E761B">
              <w:rPr>
                <w:rFonts w:ascii="Times New Roman" w:hAnsi="Times New Roman"/>
                <w:sz w:val="28"/>
                <w:szCs w:val="28"/>
              </w:rPr>
              <w:t xml:space="preserve"> для освоения образовательных программ начального общего, основного общего и среднего общего образования, иностранны</w:t>
            </w:r>
            <w:r w:rsidR="004C6CDF" w:rsidRPr="006E761B">
              <w:rPr>
                <w:rFonts w:ascii="Times New Roman" w:hAnsi="Times New Roman"/>
                <w:sz w:val="28"/>
                <w:szCs w:val="28"/>
              </w:rPr>
              <w:t>х</w:t>
            </w:r>
            <w:r w:rsidR="005A74C1" w:rsidRPr="006E7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6CDF" w:rsidRPr="006E761B">
              <w:rPr>
                <w:rFonts w:ascii="Times New Roman" w:hAnsi="Times New Roman"/>
                <w:sz w:val="28"/>
                <w:szCs w:val="28"/>
              </w:rPr>
              <w:t>граждан</w:t>
            </w:r>
            <w:r w:rsidR="005A74C1" w:rsidRPr="006E761B">
              <w:rPr>
                <w:rFonts w:ascii="Times New Roman" w:hAnsi="Times New Roman"/>
                <w:sz w:val="28"/>
                <w:szCs w:val="28"/>
              </w:rPr>
              <w:t xml:space="preserve"> и лиц без гражданства</w:t>
            </w:r>
            <w:r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476D67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(далее соответственно - тестирующие организации, тестирование) </w:t>
            </w:r>
            <w:r w:rsidR="004C6CDF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согласно приложению</w:t>
            </w:r>
            <w:r w:rsidR="00476D67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1 </w:t>
            </w:r>
            <w:r w:rsidR="004C6CDF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к настоящему приказу.</w:t>
            </w:r>
          </w:p>
          <w:p w:rsidR="00476D67" w:rsidRPr="006E761B" w:rsidRDefault="005A74C1" w:rsidP="00476D67">
            <w:pPr>
              <w:pStyle w:val="ad"/>
              <w:numPr>
                <w:ilvl w:val="0"/>
                <w:numId w:val="6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61B">
              <w:rPr>
                <w:rFonts w:ascii="Times New Roman" w:eastAsia="Times New Roman" w:hAnsi="Times New Roman"/>
                <w:sz w:val="28"/>
                <w:szCs w:val="28"/>
              </w:rPr>
              <w:t xml:space="preserve">Утвердить расписание проведения тестирования </w:t>
            </w:r>
            <w:r w:rsidR="002149BB" w:rsidRPr="006E761B">
              <w:rPr>
                <w:rFonts w:ascii="Times New Roman" w:eastAsia="Times New Roman" w:hAnsi="Times New Roman"/>
                <w:sz w:val="28"/>
                <w:szCs w:val="28"/>
              </w:rPr>
              <w:t xml:space="preserve">в тестирующих </w:t>
            </w:r>
            <w:r w:rsidR="002149BB" w:rsidRPr="006E761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организациях</w:t>
            </w:r>
            <w:r w:rsidR="00184323" w:rsidRPr="006E761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76D67"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согласно приложению 2 к настоящему приказу.</w:t>
            </w:r>
          </w:p>
          <w:p w:rsidR="00FE14A2" w:rsidRPr="00FE14A2" w:rsidRDefault="00423CC9" w:rsidP="00423CC9">
            <w:pPr>
              <w:tabs>
                <w:tab w:val="left" w:pos="1134"/>
              </w:tabs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3. </w:t>
            </w:r>
            <w:r w:rsidR="00F4264D" w:rsidRPr="00F4264D">
              <w:rPr>
                <w:rFonts w:ascii="Times New Roman" w:eastAsia="Times New Roman" w:hAnsi="Times New Roman"/>
                <w:sz w:val="28"/>
                <w:szCs w:val="28"/>
              </w:rPr>
              <w:t>Довести до руководителей муниципальных органов управления образованием настоящий приказ.</w:t>
            </w:r>
            <w:r w:rsidR="00FE14A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3E53DF" w:rsidRDefault="00DA007A" w:rsidP="002149BB">
            <w:pPr>
              <w:widowControl w:val="0"/>
              <w:shd w:val="clear" w:color="auto" w:fill="FFFFFF"/>
              <w:tabs>
                <w:tab w:val="left" w:pos="72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4</w:t>
            </w:r>
            <w:r w:rsidR="000F3EE8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. </w:t>
            </w:r>
            <w:r w:rsidR="009951D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0F3EE8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Контроль </w:t>
            </w:r>
            <w:r w:rsidR="009951D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  за     исполнением     настоящего   </w:t>
            </w:r>
            <w:r w:rsidR="008556CC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9951D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8556CC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приказа </w:t>
            </w:r>
            <w:r w:rsidR="009951D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   </w:t>
            </w:r>
            <w:r w:rsidR="008556CC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возложить на</w:t>
            </w:r>
            <w:r w:rsidR="00556481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0F3EE8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заместителя </w:t>
            </w:r>
            <w:r w:rsidR="00343E38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директора</w:t>
            </w:r>
            <w:r w:rsidR="000F3EE8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Департамента </w:t>
            </w:r>
            <w:r w:rsidR="00756A0B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образования </w:t>
            </w:r>
            <w:r w:rsidR="00343E38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и науки </w:t>
            </w:r>
            <w:r w:rsidR="00756A0B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Ивановской области </w:t>
            </w:r>
            <w:r w:rsidR="008556CC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Донецкого</w:t>
            </w:r>
            <w:r w:rsidR="009951D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9951D1" w:rsidRPr="000A2D7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П.А.</w:t>
            </w:r>
          </w:p>
          <w:p w:rsidR="00A37089" w:rsidRPr="006B0565" w:rsidRDefault="008A5F27" w:rsidP="008A5F27">
            <w:pPr>
              <w:widowControl w:val="0"/>
              <w:shd w:val="clear" w:color="auto" w:fill="FFFFFF"/>
              <w:tabs>
                <w:tab w:val="left" w:pos="720"/>
                <w:tab w:val="left" w:pos="1134"/>
              </w:tabs>
              <w:ind w:firstLine="709"/>
              <w:jc w:val="both"/>
              <w:rPr>
                <w:bCs/>
                <w:color w:val="FF0000"/>
                <w:spacing w:val="-3"/>
                <w:sz w:val="28"/>
                <w:szCs w:val="28"/>
              </w:rPr>
            </w:pPr>
            <w:r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5. </w:t>
            </w:r>
            <w:r w:rsidR="00D1379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6E761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Настоящий приказ вступает в силу с 01.04.2025.</w:t>
            </w:r>
          </w:p>
        </w:tc>
      </w:tr>
    </w:tbl>
    <w:p w:rsidR="00240750" w:rsidRDefault="00240750" w:rsidP="00D5356C">
      <w:pPr>
        <w:pStyle w:val="a9"/>
        <w:spacing w:line="240" w:lineRule="auto"/>
        <w:ind w:firstLine="0"/>
      </w:pPr>
    </w:p>
    <w:p w:rsidR="008A5F27" w:rsidRDefault="008A5F27" w:rsidP="00D5356C">
      <w:pPr>
        <w:pStyle w:val="a9"/>
        <w:spacing w:line="240" w:lineRule="auto"/>
        <w:ind w:firstLine="0"/>
      </w:pPr>
    </w:p>
    <w:p w:rsidR="00DC29FF" w:rsidRPr="00E25405" w:rsidRDefault="00DC29FF" w:rsidP="00D5356C">
      <w:pPr>
        <w:pStyle w:val="a9"/>
        <w:spacing w:line="240" w:lineRule="auto"/>
        <w:ind w:firstLine="0"/>
      </w:pPr>
    </w:p>
    <w:tbl>
      <w:tblPr>
        <w:tblW w:w="9416" w:type="dxa"/>
        <w:tblLook w:val="04A0" w:firstRow="1" w:lastRow="0" w:firstColumn="1" w:lastColumn="0" w:noHBand="0" w:noVBand="1"/>
      </w:tblPr>
      <w:tblGrid>
        <w:gridCol w:w="6204"/>
        <w:gridCol w:w="425"/>
        <w:gridCol w:w="2787"/>
      </w:tblGrid>
      <w:tr w:rsidR="003E53DF" w:rsidRPr="00E25405" w:rsidTr="00DC29FF">
        <w:tc>
          <w:tcPr>
            <w:tcW w:w="6204" w:type="dxa"/>
            <w:shd w:val="clear" w:color="auto" w:fill="auto"/>
          </w:tcPr>
          <w:p w:rsidR="003E53DF" w:rsidRPr="00E25405" w:rsidRDefault="00343E38" w:rsidP="00DD30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Член Правительства Ивановской области -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br/>
              <w:t xml:space="preserve">директор Департамента </w:t>
            </w:r>
            <w:r w:rsidRPr="00F31724">
              <w:rPr>
                <w:rFonts w:ascii="Times New Roman" w:eastAsia="Times New Roman" w:hAnsi="Times New Roman"/>
                <w:b/>
                <w:sz w:val="28"/>
                <w:szCs w:val="28"/>
              </w:rPr>
              <w:t>образования</w:t>
            </w:r>
            <w:r w:rsidR="003B30E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и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науки</w:t>
            </w:r>
            <w:r w:rsidRPr="00F31724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Ивановской области</w:t>
            </w:r>
            <w:r w:rsidR="00DD30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3E53DF" w:rsidRPr="00E25405" w:rsidRDefault="003E53DF" w:rsidP="003E53DF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87" w:type="dxa"/>
            <w:shd w:val="clear" w:color="auto" w:fill="auto"/>
            <w:vAlign w:val="bottom"/>
          </w:tcPr>
          <w:p w:rsidR="003E53DF" w:rsidRPr="00E25405" w:rsidRDefault="00343E38" w:rsidP="00DC2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259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Е.В.</w:t>
            </w:r>
            <w:r w:rsidR="00DC29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259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Ксенофонтова</w:t>
            </w:r>
          </w:p>
        </w:tc>
      </w:tr>
    </w:tbl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50AF" w:rsidRDefault="000B50AF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E761B" w:rsidRDefault="006E7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E53DF" w:rsidRPr="0081021A" w:rsidRDefault="0081021A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21A">
        <w:rPr>
          <w:rFonts w:ascii="Times New Roman" w:hAnsi="Times New Roman" w:cs="Times New Roman"/>
          <w:sz w:val="28"/>
          <w:szCs w:val="28"/>
        </w:rPr>
        <w:lastRenderedPageBreak/>
        <w:t>Приложение 1 к приказу</w:t>
      </w:r>
    </w:p>
    <w:p w:rsidR="0081021A" w:rsidRPr="0081021A" w:rsidRDefault="0081021A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21A">
        <w:rPr>
          <w:rFonts w:ascii="Times New Roman" w:hAnsi="Times New Roman" w:cs="Times New Roman"/>
          <w:sz w:val="28"/>
          <w:szCs w:val="28"/>
        </w:rPr>
        <w:t>Департамента образования и науки</w:t>
      </w:r>
    </w:p>
    <w:p w:rsidR="0081021A" w:rsidRPr="0081021A" w:rsidRDefault="0081021A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21A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81021A" w:rsidRDefault="0081021A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21A">
        <w:rPr>
          <w:rFonts w:ascii="Times New Roman" w:hAnsi="Times New Roman" w:cs="Times New Roman"/>
          <w:sz w:val="28"/>
          <w:szCs w:val="28"/>
        </w:rPr>
        <w:t>от _____________ №________ -о</w:t>
      </w:r>
    </w:p>
    <w:p w:rsidR="0081021A" w:rsidRDefault="0081021A" w:rsidP="0081021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F60E1" w:rsidRDefault="00EF60E1" w:rsidP="00CA665C">
      <w:pPr>
        <w:pStyle w:val="ad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1021A" w:rsidRPr="006E761B" w:rsidRDefault="0081021A" w:rsidP="00CA665C">
      <w:pPr>
        <w:pStyle w:val="ad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E761B">
        <w:rPr>
          <w:rFonts w:ascii="Times New Roman" w:hAnsi="Times New Roman" w:cs="Times New Roman"/>
          <w:b/>
          <w:bCs/>
          <w:spacing w:val="-3"/>
          <w:sz w:val="28"/>
          <w:szCs w:val="28"/>
        </w:rPr>
        <w:t>П Е Р Е Ч Е Н Ь</w:t>
      </w:r>
    </w:p>
    <w:p w:rsidR="00F82043" w:rsidRPr="006E761B" w:rsidRDefault="000E3C82" w:rsidP="00CA665C">
      <w:pPr>
        <w:pStyle w:val="ad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E761B">
        <w:rPr>
          <w:rFonts w:ascii="Times New Roman" w:hAnsi="Times New Roman" w:cs="Times New Roman"/>
          <w:b/>
          <w:bCs/>
          <w:spacing w:val="-3"/>
          <w:sz w:val="28"/>
          <w:szCs w:val="28"/>
        </w:rPr>
        <w:t>общеобразовательных организаций</w:t>
      </w:r>
      <w:r w:rsidR="001D1AFA" w:rsidRPr="006E761B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Ивановской области</w:t>
      </w:r>
      <w:r w:rsidRPr="006E761B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, </w:t>
      </w:r>
      <w:r w:rsidRPr="006E761B">
        <w:rPr>
          <w:rFonts w:ascii="Times New Roman" w:hAnsi="Times New Roman" w:cs="Times New Roman"/>
          <w:b/>
          <w:bCs/>
          <w:spacing w:val="-3"/>
          <w:sz w:val="28"/>
          <w:szCs w:val="28"/>
        </w:rPr>
        <w:br/>
      </w:r>
      <w:r w:rsidR="001D1AFA" w:rsidRPr="006E761B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осуществляющих</w:t>
      </w:r>
      <w:r w:rsidRPr="006E761B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тестирование на знание русского языка, </w:t>
      </w:r>
      <w:r w:rsidRPr="006E761B">
        <w:rPr>
          <w:rFonts w:ascii="Times New Roman" w:hAnsi="Times New Roman"/>
          <w:b/>
          <w:sz w:val="28"/>
          <w:szCs w:val="28"/>
        </w:rPr>
        <w:t>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</w:t>
      </w:r>
      <w:r w:rsidR="001D1AFA" w:rsidRPr="006E761B">
        <w:rPr>
          <w:rFonts w:ascii="Times New Roman" w:hAnsi="Times New Roman"/>
          <w:b/>
          <w:sz w:val="28"/>
          <w:szCs w:val="28"/>
        </w:rPr>
        <w:t xml:space="preserve"> </w:t>
      </w:r>
      <w:r w:rsidR="00F82043" w:rsidRPr="006E761B">
        <w:rPr>
          <w:rFonts w:ascii="Times New Roman" w:hAnsi="Times New Roman" w:cs="Times New Roman"/>
          <w:b/>
          <w:bCs/>
          <w:spacing w:val="-3"/>
          <w:sz w:val="28"/>
          <w:szCs w:val="28"/>
        </w:rPr>
        <w:t>(далее соответственно - тестирующие организации, тестирование)</w:t>
      </w:r>
    </w:p>
    <w:p w:rsidR="0081021A" w:rsidRPr="006E761B" w:rsidRDefault="00184323" w:rsidP="0081021A">
      <w:pPr>
        <w:pStyle w:val="ad"/>
        <w:ind w:left="142"/>
        <w:jc w:val="center"/>
        <w:rPr>
          <w:rFonts w:ascii="Times New Roman" w:eastAsia="Times New Roman" w:hAnsi="Times New Roman"/>
          <w:sz w:val="28"/>
          <w:szCs w:val="28"/>
        </w:rPr>
      </w:pPr>
      <w:r w:rsidRPr="006E761B"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t xml:space="preserve"> </w:t>
      </w: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573"/>
        <w:gridCol w:w="2937"/>
        <w:gridCol w:w="2977"/>
        <w:gridCol w:w="2658"/>
      </w:tblGrid>
      <w:tr w:rsidR="00386362" w:rsidRPr="00386362" w:rsidTr="000F4725">
        <w:tc>
          <w:tcPr>
            <w:tcW w:w="573" w:type="dxa"/>
          </w:tcPr>
          <w:p w:rsidR="0081021A" w:rsidRPr="00386362" w:rsidRDefault="0081021A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1021A" w:rsidRPr="00386362" w:rsidRDefault="00EB3DB9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п/</w:t>
            </w:r>
            <w:r w:rsidR="0081021A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37" w:type="dxa"/>
          </w:tcPr>
          <w:p w:rsidR="0081021A" w:rsidRPr="00386362" w:rsidRDefault="0081021A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B3DB9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общеобразовательной </w:t>
            </w:r>
            <w:r w:rsidR="000E3C82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C111D4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(ОГРН)</w:t>
            </w:r>
          </w:p>
        </w:tc>
        <w:tc>
          <w:tcPr>
            <w:tcW w:w="2977" w:type="dxa"/>
          </w:tcPr>
          <w:p w:rsidR="000E3C82" w:rsidRPr="00386362" w:rsidRDefault="0081021A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="00C111D4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места </w:t>
            </w:r>
          </w:p>
          <w:p w:rsidR="0081021A" w:rsidRPr="00386362" w:rsidRDefault="000E3C82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проведения тестирования </w:t>
            </w:r>
          </w:p>
        </w:tc>
        <w:tc>
          <w:tcPr>
            <w:tcW w:w="2658" w:type="dxa"/>
          </w:tcPr>
          <w:p w:rsidR="001A5A73" w:rsidRPr="00386362" w:rsidRDefault="001A5A73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1021A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униципальные </w:t>
            </w:r>
            <w:r w:rsidR="00A05F07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прикрепленные </w:t>
            </w:r>
          </w:p>
          <w:p w:rsidR="00A05F07" w:rsidRPr="00386362" w:rsidRDefault="001A5A73" w:rsidP="00066508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к тестиру</w:t>
            </w:r>
            <w:r w:rsidR="00066508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ющей</w:t>
            </w: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C1415B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86362" w:rsidRPr="00386362" w:rsidTr="000F4725">
        <w:tc>
          <w:tcPr>
            <w:tcW w:w="573" w:type="dxa"/>
          </w:tcPr>
          <w:p w:rsidR="0081021A" w:rsidRPr="00386362" w:rsidRDefault="00291DA6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37" w:type="dxa"/>
          </w:tcPr>
          <w:p w:rsidR="003357F0" w:rsidRPr="00386362" w:rsidRDefault="00FB12D8" w:rsidP="00FB12D8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585A" w:rsidRPr="0038636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  <w:r w:rsidR="00CC585A" w:rsidRPr="0038636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="00CC585A" w:rsidRPr="00386362">
              <w:rPr>
                <w:rFonts w:ascii="Times New Roman" w:hAnsi="Times New Roman" w:cs="Times New Roman"/>
                <w:sz w:val="24"/>
                <w:szCs w:val="24"/>
              </w:rPr>
              <w:t>редняя  школа №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585A" w:rsidRPr="0038636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90E3A" w:rsidRPr="00386362" w:rsidRDefault="00890E3A" w:rsidP="00FB12D8">
            <w:pPr>
              <w:pStyle w:val="ad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(ОГРН 1033700050174)</w:t>
            </w:r>
          </w:p>
        </w:tc>
        <w:tc>
          <w:tcPr>
            <w:tcW w:w="2977" w:type="dxa"/>
          </w:tcPr>
          <w:p w:rsidR="0081021A" w:rsidRPr="00386362" w:rsidRDefault="00CC585A" w:rsidP="00FB12D8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153048, Ивановская обл</w:t>
            </w:r>
            <w:r w:rsidR="00FB12D8" w:rsidRPr="00386362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, г. Иваново, Микрорайон 30, д. 17</w:t>
            </w:r>
          </w:p>
        </w:tc>
        <w:tc>
          <w:tcPr>
            <w:tcW w:w="2658" w:type="dxa"/>
          </w:tcPr>
          <w:p w:rsidR="0081021A" w:rsidRPr="00386362" w:rsidRDefault="00BA78FB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г.о.</w:t>
            </w:r>
            <w:r w:rsidR="009E070C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  <w:p w:rsidR="00853C57" w:rsidRPr="00386362" w:rsidRDefault="00853C57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Комсомольский</w:t>
            </w:r>
            <w:r w:rsidR="009E070C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м.р.</w:t>
            </w:r>
          </w:p>
          <w:p w:rsidR="009E070C" w:rsidRPr="00386362" w:rsidRDefault="009E070C" w:rsidP="009E070C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Лежневский м.р.</w:t>
            </w:r>
          </w:p>
          <w:p w:rsidR="009E070C" w:rsidRPr="00386362" w:rsidRDefault="009E070C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62" w:rsidRPr="00386362" w:rsidTr="000F4725">
        <w:tc>
          <w:tcPr>
            <w:tcW w:w="573" w:type="dxa"/>
          </w:tcPr>
          <w:p w:rsidR="0081021A" w:rsidRPr="00386362" w:rsidRDefault="00291DA6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37" w:type="dxa"/>
          </w:tcPr>
          <w:p w:rsidR="0081021A" w:rsidRPr="00386362" w:rsidRDefault="002A2E6A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школа №19 городского округа Кинешма имени 212 Томашувского Кинешемского стрелкового полка 49-й Ивановской дивизии</w:t>
            </w:r>
          </w:p>
          <w:p w:rsidR="002A2E6A" w:rsidRPr="00386362" w:rsidRDefault="002A2E6A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(ОГРН 1023701273420)</w:t>
            </w:r>
          </w:p>
        </w:tc>
        <w:tc>
          <w:tcPr>
            <w:tcW w:w="2977" w:type="dxa"/>
          </w:tcPr>
          <w:p w:rsidR="002A2E6A" w:rsidRPr="00386362" w:rsidRDefault="00853C57" w:rsidP="002A2E6A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15580</w:t>
            </w:r>
            <w:r w:rsidR="002A2E6A" w:rsidRPr="003863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, Ивановская обл</w:t>
            </w:r>
            <w:r w:rsidR="002A2E6A" w:rsidRPr="00386362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 xml:space="preserve">, г. Кинешма, </w:t>
            </w:r>
          </w:p>
          <w:p w:rsidR="0081021A" w:rsidRPr="00386362" w:rsidRDefault="00853C57" w:rsidP="002A2E6A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ул. 50-летия Комсомола, д. 27</w:t>
            </w:r>
          </w:p>
        </w:tc>
        <w:tc>
          <w:tcPr>
            <w:tcW w:w="2658" w:type="dxa"/>
          </w:tcPr>
          <w:p w:rsidR="000F4725" w:rsidRPr="00386362" w:rsidRDefault="000F4725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Заволжский м.р.</w:t>
            </w:r>
          </w:p>
          <w:p w:rsidR="0081021A" w:rsidRPr="00386362" w:rsidRDefault="00BA78FB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г.о.</w:t>
            </w:r>
            <w:r w:rsidR="00A5223C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Кинешма</w:t>
            </w:r>
          </w:p>
          <w:p w:rsidR="00BA78FB" w:rsidRPr="00386362" w:rsidRDefault="00BA78FB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Кинешемский</w:t>
            </w:r>
            <w:r w:rsidR="000F4725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м.р.</w:t>
            </w:r>
          </w:p>
          <w:p w:rsidR="00BA78FB" w:rsidRPr="00386362" w:rsidRDefault="00BA78FB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62" w:rsidRPr="00386362" w:rsidTr="000F4725">
        <w:tc>
          <w:tcPr>
            <w:tcW w:w="573" w:type="dxa"/>
          </w:tcPr>
          <w:p w:rsidR="0073202F" w:rsidRPr="00386362" w:rsidRDefault="00853C57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91DA6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:rsidR="002D483E" w:rsidRPr="00386362" w:rsidRDefault="00B73AB5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школа № 4</w:t>
            </w:r>
          </w:p>
          <w:p w:rsidR="00B73AB5" w:rsidRPr="00386362" w:rsidRDefault="00B73AB5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(ОГРН 1023701760741)</w:t>
            </w:r>
          </w:p>
        </w:tc>
        <w:tc>
          <w:tcPr>
            <w:tcW w:w="2977" w:type="dxa"/>
          </w:tcPr>
          <w:p w:rsidR="0073202F" w:rsidRPr="00386362" w:rsidRDefault="00853C57" w:rsidP="00B73AB5">
            <w:pPr>
              <w:pStyle w:val="ad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155252, Ивановская обл</w:t>
            </w:r>
            <w:r w:rsidR="00B73AB5" w:rsidRPr="00386362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, Родниковский район, г. Родники, мкр. Южный, д. 22</w:t>
            </w:r>
          </w:p>
        </w:tc>
        <w:tc>
          <w:tcPr>
            <w:tcW w:w="2658" w:type="dxa"/>
          </w:tcPr>
          <w:p w:rsidR="00BA78FB" w:rsidRPr="00386362" w:rsidRDefault="00BA78FB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г.о.</w:t>
            </w:r>
            <w:r w:rsidR="00245FC0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Вичуга</w:t>
            </w:r>
          </w:p>
          <w:p w:rsidR="00BA78FB" w:rsidRPr="00386362" w:rsidRDefault="00BA78FB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Вичугский</w:t>
            </w:r>
            <w:r w:rsidR="000F4725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м.р.</w:t>
            </w:r>
          </w:p>
          <w:p w:rsidR="0073202F" w:rsidRPr="00386362" w:rsidRDefault="00BA78FB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Лухский </w:t>
            </w:r>
            <w:r w:rsidR="000F4725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м.р.</w:t>
            </w:r>
          </w:p>
          <w:p w:rsidR="000F4725" w:rsidRPr="00386362" w:rsidRDefault="000F4725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Родниковский м.р.</w:t>
            </w:r>
          </w:p>
          <w:p w:rsidR="000F4725" w:rsidRPr="00386362" w:rsidRDefault="000F4725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62" w:rsidRPr="00386362" w:rsidTr="000F4725">
        <w:tc>
          <w:tcPr>
            <w:tcW w:w="573" w:type="dxa"/>
          </w:tcPr>
          <w:p w:rsidR="0073202F" w:rsidRPr="00386362" w:rsidRDefault="00872FA4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91DA6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:rsidR="00C0766D" w:rsidRPr="00386362" w:rsidRDefault="00B73AB5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школа №2 </w:t>
            </w:r>
          </w:p>
          <w:p w:rsidR="00B73AB5" w:rsidRPr="00386362" w:rsidRDefault="00B73AB5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(ОГРН 1023701327715)</w:t>
            </w:r>
          </w:p>
        </w:tc>
        <w:tc>
          <w:tcPr>
            <w:tcW w:w="2977" w:type="dxa"/>
          </w:tcPr>
          <w:p w:rsidR="0073202F" w:rsidRPr="00386362" w:rsidRDefault="00853C57" w:rsidP="00C76435">
            <w:pPr>
              <w:pStyle w:val="ad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155048, Ивановская обл</w:t>
            </w:r>
            <w:r w:rsidR="00B73AB5" w:rsidRPr="00386362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 xml:space="preserve">, г. Тейково, </w:t>
            </w:r>
            <w:r w:rsidR="00B73AB5" w:rsidRPr="003863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ул. Шестагинская, д. 78</w:t>
            </w:r>
          </w:p>
        </w:tc>
        <w:tc>
          <w:tcPr>
            <w:tcW w:w="2658" w:type="dxa"/>
          </w:tcPr>
          <w:p w:rsidR="000F4725" w:rsidRPr="00386362" w:rsidRDefault="000F4725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Ильинский м.р.</w:t>
            </w:r>
          </w:p>
          <w:p w:rsidR="000F4725" w:rsidRPr="00386362" w:rsidRDefault="000F4725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Гаврилово-</w:t>
            </w:r>
          </w:p>
          <w:p w:rsidR="000F4725" w:rsidRPr="00386362" w:rsidRDefault="000F4725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Посадский м.р.</w:t>
            </w:r>
          </w:p>
          <w:p w:rsidR="0073202F" w:rsidRPr="00386362" w:rsidRDefault="00376EA2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г.о.</w:t>
            </w:r>
            <w:r w:rsidR="00245FC0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Тейково</w:t>
            </w:r>
          </w:p>
          <w:p w:rsidR="000F4725" w:rsidRPr="00386362" w:rsidRDefault="00376EA2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Тейковский</w:t>
            </w:r>
            <w:r w:rsidR="000F4725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м.р.</w:t>
            </w:r>
          </w:p>
          <w:p w:rsidR="00376EA2" w:rsidRPr="00386362" w:rsidRDefault="00376EA2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62" w:rsidRPr="00386362" w:rsidTr="000F4725">
        <w:tc>
          <w:tcPr>
            <w:tcW w:w="573" w:type="dxa"/>
          </w:tcPr>
          <w:p w:rsidR="0073202F" w:rsidRPr="00386362" w:rsidRDefault="00872FA4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91DA6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:rsidR="00817064" w:rsidRPr="00386362" w:rsidRDefault="00C76435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средняя школа № 7 города Фурманова</w:t>
            </w:r>
          </w:p>
          <w:p w:rsidR="00C76435" w:rsidRPr="00386362" w:rsidRDefault="00C76435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(ОГРН 1023701358900)</w:t>
            </w:r>
          </w:p>
        </w:tc>
        <w:tc>
          <w:tcPr>
            <w:tcW w:w="2977" w:type="dxa"/>
          </w:tcPr>
          <w:p w:rsidR="00C76435" w:rsidRPr="00386362" w:rsidRDefault="00C006AD" w:rsidP="00C76435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155520, Ивановская обл</w:t>
            </w:r>
            <w:r w:rsidR="00C76435" w:rsidRPr="00386362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 xml:space="preserve">, Фурмановский </w:t>
            </w:r>
            <w:r w:rsidRPr="00386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г. Фурманов, </w:t>
            </w:r>
          </w:p>
          <w:p w:rsidR="0073202F" w:rsidRPr="00386362" w:rsidRDefault="00C006AD" w:rsidP="00C76435">
            <w:pPr>
              <w:pStyle w:val="ad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ул. Возрождения, д. 40</w:t>
            </w:r>
          </w:p>
        </w:tc>
        <w:tc>
          <w:tcPr>
            <w:tcW w:w="2658" w:type="dxa"/>
          </w:tcPr>
          <w:p w:rsidR="000F4725" w:rsidRPr="00386362" w:rsidRDefault="00376EA2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Приволжский</w:t>
            </w:r>
            <w:r w:rsidR="000F4725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м.р.</w:t>
            </w:r>
          </w:p>
          <w:p w:rsidR="000F4725" w:rsidRPr="00386362" w:rsidRDefault="000F4725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Фурмановский м.р.</w:t>
            </w:r>
          </w:p>
          <w:p w:rsidR="000F4725" w:rsidRPr="00386362" w:rsidRDefault="000F4725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4725" w:rsidRPr="00386362" w:rsidRDefault="000F4725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62" w:rsidRPr="00386362" w:rsidTr="000F4725">
        <w:tc>
          <w:tcPr>
            <w:tcW w:w="573" w:type="dxa"/>
          </w:tcPr>
          <w:p w:rsidR="0073202F" w:rsidRPr="00386362" w:rsidRDefault="00872FA4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291DA6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:rsidR="00DC3B7D" w:rsidRPr="00386362" w:rsidRDefault="00127BD5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средняя общеобразовательная школа №9</w:t>
            </w:r>
          </w:p>
          <w:p w:rsidR="00127BD5" w:rsidRPr="00386362" w:rsidRDefault="00127BD5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(ОГРН 1033700511360)</w:t>
            </w:r>
          </w:p>
        </w:tc>
        <w:tc>
          <w:tcPr>
            <w:tcW w:w="2977" w:type="dxa"/>
          </w:tcPr>
          <w:p w:rsidR="00127BD5" w:rsidRPr="00386362" w:rsidRDefault="00853C57" w:rsidP="00127BD5">
            <w:pPr>
              <w:pStyle w:val="ad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15590</w:t>
            </w:r>
            <w:r w:rsidR="004432DA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, Ивановская обл</w:t>
            </w:r>
            <w:r w:rsidR="00127BD5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асть</w:t>
            </w: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 Шуя, </w:t>
            </w:r>
          </w:p>
          <w:p w:rsidR="0073202F" w:rsidRPr="00386362" w:rsidRDefault="00853C57" w:rsidP="00127BD5">
            <w:pPr>
              <w:pStyle w:val="ad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Свердлова, д. 127-а</w:t>
            </w:r>
          </w:p>
        </w:tc>
        <w:tc>
          <w:tcPr>
            <w:tcW w:w="2658" w:type="dxa"/>
          </w:tcPr>
          <w:p w:rsidR="00F41220" w:rsidRPr="00386362" w:rsidRDefault="00853C57" w:rsidP="00853C57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Верхне-</w:t>
            </w:r>
          </w:p>
          <w:p w:rsidR="00853C57" w:rsidRPr="00386362" w:rsidRDefault="00853C57" w:rsidP="00853C57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Ландеховский м.р.</w:t>
            </w:r>
          </w:p>
          <w:p w:rsidR="00853C57" w:rsidRPr="00386362" w:rsidRDefault="00853C57" w:rsidP="00853C57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Палехский м.р.</w:t>
            </w:r>
          </w:p>
          <w:p w:rsidR="00853C57" w:rsidRPr="00386362" w:rsidRDefault="00853C57" w:rsidP="00853C57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Пестяковский м.р.</w:t>
            </w:r>
          </w:p>
          <w:p w:rsidR="009E070C" w:rsidRPr="00386362" w:rsidRDefault="009E070C" w:rsidP="009E070C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Савинский м.р.</w:t>
            </w:r>
          </w:p>
          <w:p w:rsidR="009E070C" w:rsidRPr="00386362" w:rsidRDefault="009E070C" w:rsidP="009E070C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г.о. Шуя</w:t>
            </w:r>
          </w:p>
          <w:p w:rsidR="009E070C" w:rsidRPr="00386362" w:rsidRDefault="009E070C" w:rsidP="009E070C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Шуйский м.р.</w:t>
            </w:r>
          </w:p>
          <w:p w:rsidR="00376EA2" w:rsidRPr="00386362" w:rsidRDefault="00853C57" w:rsidP="00F41220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Южский м.р.</w:t>
            </w:r>
          </w:p>
        </w:tc>
      </w:tr>
      <w:tr w:rsidR="00386362" w:rsidRPr="00386362" w:rsidTr="000F4725">
        <w:tc>
          <w:tcPr>
            <w:tcW w:w="573" w:type="dxa"/>
          </w:tcPr>
          <w:p w:rsidR="0073202F" w:rsidRPr="00386362" w:rsidRDefault="00872FA4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91DA6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:rsidR="00217204" w:rsidRPr="00386362" w:rsidRDefault="006D63A8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Пучежская гимназия</w:t>
            </w:r>
          </w:p>
          <w:p w:rsidR="006D63A8" w:rsidRPr="00386362" w:rsidRDefault="006D63A8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(ОГРН 1023701725871)</w:t>
            </w:r>
          </w:p>
        </w:tc>
        <w:tc>
          <w:tcPr>
            <w:tcW w:w="2977" w:type="dxa"/>
          </w:tcPr>
          <w:p w:rsidR="006D63A8" w:rsidRPr="00386362" w:rsidRDefault="00CC585A" w:rsidP="006D63A8">
            <w:pPr>
              <w:pStyle w:val="ad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155362, Ивановская обл</w:t>
            </w:r>
            <w:r w:rsidR="006D63A8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асть</w:t>
            </w: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Пучежский район, г. Пучеж, </w:t>
            </w:r>
          </w:p>
          <w:p w:rsidR="0073202F" w:rsidRPr="00386362" w:rsidRDefault="00CC585A" w:rsidP="006D63A8">
            <w:pPr>
              <w:pStyle w:val="ad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Кирова, д. 1/2</w:t>
            </w:r>
          </w:p>
        </w:tc>
        <w:tc>
          <w:tcPr>
            <w:tcW w:w="2658" w:type="dxa"/>
          </w:tcPr>
          <w:p w:rsidR="0073202F" w:rsidRPr="00386362" w:rsidRDefault="00376EA2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Пучежский</w:t>
            </w:r>
            <w:r w:rsidR="000F4725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м.р.</w:t>
            </w:r>
          </w:p>
          <w:p w:rsidR="00376EA2" w:rsidRPr="00386362" w:rsidRDefault="004C7858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376EA2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рьевецкий</w:t>
            </w:r>
            <w:r w:rsidR="000F4725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м.р.</w:t>
            </w:r>
          </w:p>
        </w:tc>
      </w:tr>
      <w:tr w:rsidR="00386362" w:rsidRPr="00386362" w:rsidTr="000F4725">
        <w:tc>
          <w:tcPr>
            <w:tcW w:w="573" w:type="dxa"/>
          </w:tcPr>
          <w:p w:rsidR="0073202F" w:rsidRPr="00386362" w:rsidRDefault="00872FA4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91DA6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:rsidR="00E12DDC" w:rsidRPr="00386362" w:rsidRDefault="00352A83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школа № 2 городского округа Кохма Ивановской области</w:t>
            </w:r>
          </w:p>
          <w:p w:rsidR="00352A83" w:rsidRPr="00386362" w:rsidRDefault="00352A83" w:rsidP="00340E72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hAnsi="Times New Roman" w:cs="Times New Roman"/>
                <w:sz w:val="24"/>
                <w:szCs w:val="24"/>
              </w:rPr>
              <w:t>(ОГРН 1023701511767)</w:t>
            </w:r>
          </w:p>
        </w:tc>
        <w:tc>
          <w:tcPr>
            <w:tcW w:w="2977" w:type="dxa"/>
          </w:tcPr>
          <w:p w:rsidR="00352A83" w:rsidRPr="00386362" w:rsidRDefault="00853C57" w:rsidP="00352A83">
            <w:pPr>
              <w:pStyle w:val="ad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153511, Ивановская обл</w:t>
            </w:r>
            <w:r w:rsidR="00352A83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асть</w:t>
            </w: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 Кохма, </w:t>
            </w:r>
          </w:p>
          <w:p w:rsidR="0073202F" w:rsidRPr="00386362" w:rsidRDefault="00853C57" w:rsidP="00352A83">
            <w:pPr>
              <w:pStyle w:val="ad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Ивановский, д. 13</w:t>
            </w:r>
          </w:p>
        </w:tc>
        <w:tc>
          <w:tcPr>
            <w:tcW w:w="2658" w:type="dxa"/>
          </w:tcPr>
          <w:p w:rsidR="0073202F" w:rsidRPr="00386362" w:rsidRDefault="00376EA2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Ивановский</w:t>
            </w:r>
            <w:r w:rsidR="000F4725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м.р.</w:t>
            </w:r>
          </w:p>
          <w:p w:rsidR="00376EA2" w:rsidRPr="00386362" w:rsidRDefault="0008411C" w:rsidP="00340E72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376EA2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.о.</w:t>
            </w:r>
            <w:r w:rsidR="00245FC0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6EA2" w:rsidRPr="00386362">
              <w:rPr>
                <w:rFonts w:ascii="Times New Roman" w:eastAsia="Times New Roman" w:hAnsi="Times New Roman" w:cs="Times New Roman"/>
                <w:sz w:val="24"/>
                <w:szCs w:val="24"/>
              </w:rPr>
              <w:t>Кохма</w:t>
            </w:r>
          </w:p>
        </w:tc>
      </w:tr>
    </w:tbl>
    <w:p w:rsidR="00D13791" w:rsidRDefault="00D13791" w:rsidP="00340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40E72" w:rsidRPr="00340E72" w:rsidRDefault="00C1415B" w:rsidP="00340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E761B">
        <w:rPr>
          <w:rFonts w:ascii="Times New Roman" w:eastAsia="Times New Roman" w:hAnsi="Times New Roman"/>
          <w:sz w:val="28"/>
          <w:szCs w:val="28"/>
        </w:rPr>
        <w:t xml:space="preserve">* на территории муниципального образования расположены общеобразовательные </w:t>
      </w:r>
      <w:r w:rsidR="009D4274" w:rsidRPr="006E761B">
        <w:rPr>
          <w:rFonts w:ascii="Times New Roman" w:eastAsia="Times New Roman" w:hAnsi="Times New Roman"/>
          <w:sz w:val="28"/>
          <w:szCs w:val="28"/>
        </w:rPr>
        <w:t>организации</w:t>
      </w:r>
      <w:r w:rsidRPr="006E761B">
        <w:rPr>
          <w:rFonts w:ascii="Times New Roman" w:eastAsia="Times New Roman" w:hAnsi="Times New Roman"/>
          <w:sz w:val="28"/>
          <w:szCs w:val="28"/>
        </w:rPr>
        <w:t xml:space="preserve">, </w:t>
      </w:r>
      <w:r w:rsidR="00844DD2" w:rsidRPr="006E761B">
        <w:rPr>
          <w:rFonts w:ascii="Times New Roman" w:eastAsia="Times New Roman" w:hAnsi="Times New Roman"/>
          <w:sz w:val="28"/>
          <w:szCs w:val="28"/>
        </w:rPr>
        <w:t>направляющие</w:t>
      </w:r>
      <w:r w:rsidR="00340E72" w:rsidRPr="006E761B">
        <w:rPr>
          <w:rFonts w:ascii="Times New Roman" w:eastAsia="Times New Roman" w:hAnsi="Times New Roman"/>
          <w:sz w:val="28"/>
          <w:szCs w:val="28"/>
        </w:rPr>
        <w:t xml:space="preserve"> </w:t>
      </w:r>
      <w:r w:rsidR="00844DD2" w:rsidRPr="006E761B">
        <w:rPr>
          <w:rFonts w:ascii="Times New Roman" w:eastAsia="Times New Roman" w:hAnsi="Times New Roman"/>
          <w:sz w:val="28"/>
          <w:szCs w:val="28"/>
        </w:rPr>
        <w:t xml:space="preserve"> </w:t>
      </w:r>
      <w:r w:rsidRPr="006E761B">
        <w:rPr>
          <w:rFonts w:ascii="Times New Roman" w:eastAsia="Times New Roman" w:hAnsi="Times New Roman"/>
          <w:sz w:val="28"/>
          <w:szCs w:val="28"/>
        </w:rPr>
        <w:t>иностранны</w:t>
      </w:r>
      <w:r w:rsidR="00844DD2" w:rsidRPr="006E761B">
        <w:rPr>
          <w:rFonts w:ascii="Times New Roman" w:eastAsia="Times New Roman" w:hAnsi="Times New Roman"/>
          <w:sz w:val="28"/>
          <w:szCs w:val="28"/>
        </w:rPr>
        <w:t xml:space="preserve">х </w:t>
      </w:r>
      <w:r w:rsidRPr="006E761B">
        <w:rPr>
          <w:rFonts w:ascii="Times New Roman" w:eastAsia="Times New Roman" w:hAnsi="Times New Roman"/>
          <w:sz w:val="28"/>
          <w:szCs w:val="28"/>
        </w:rPr>
        <w:t xml:space="preserve"> граждан и</w:t>
      </w:r>
      <w:r w:rsidR="00340E72" w:rsidRPr="006E761B">
        <w:rPr>
          <w:rFonts w:ascii="Times New Roman" w:eastAsia="Times New Roman" w:hAnsi="Times New Roman"/>
          <w:sz w:val="28"/>
          <w:szCs w:val="28"/>
        </w:rPr>
        <w:t>ли</w:t>
      </w:r>
      <w:r w:rsidRPr="006E761B">
        <w:rPr>
          <w:rFonts w:ascii="Times New Roman" w:eastAsia="Times New Roman" w:hAnsi="Times New Roman"/>
          <w:sz w:val="28"/>
          <w:szCs w:val="28"/>
        </w:rPr>
        <w:t xml:space="preserve"> лиц без гражданства</w:t>
      </w:r>
      <w:r w:rsidR="00340E72" w:rsidRPr="006E761B">
        <w:rPr>
          <w:rFonts w:ascii="Times New Roman" w:eastAsia="Times New Roman" w:hAnsi="Times New Roman"/>
          <w:sz w:val="28"/>
          <w:szCs w:val="28"/>
        </w:rPr>
        <w:t>,</w:t>
      </w:r>
      <w:r w:rsidRPr="006E761B">
        <w:rPr>
          <w:rFonts w:ascii="Times New Roman" w:eastAsia="Times New Roman" w:hAnsi="Times New Roman"/>
          <w:sz w:val="28"/>
          <w:szCs w:val="28"/>
        </w:rPr>
        <w:t xml:space="preserve"> </w:t>
      </w:r>
      <w:r w:rsidR="00340E72" w:rsidRPr="006E761B">
        <w:rPr>
          <w:rFonts w:ascii="Times New Roman" w:eastAsia="Times New Roman" w:hAnsi="Times New Roman"/>
          <w:sz w:val="28"/>
          <w:szCs w:val="28"/>
        </w:rPr>
        <w:t>или поступающи</w:t>
      </w:r>
      <w:r w:rsidR="00844DD2" w:rsidRPr="006E761B">
        <w:rPr>
          <w:rFonts w:ascii="Times New Roman" w:eastAsia="Times New Roman" w:hAnsi="Times New Roman"/>
          <w:sz w:val="28"/>
          <w:szCs w:val="28"/>
        </w:rPr>
        <w:t>х</w:t>
      </w:r>
      <w:r w:rsidR="00340E72" w:rsidRPr="006E761B">
        <w:rPr>
          <w:rFonts w:ascii="Times New Roman" w:eastAsia="Times New Roman" w:hAnsi="Times New Roman"/>
          <w:sz w:val="28"/>
          <w:szCs w:val="28"/>
        </w:rPr>
        <w:t>, являющи</w:t>
      </w:r>
      <w:r w:rsidR="00844DD2" w:rsidRPr="006E761B">
        <w:rPr>
          <w:rFonts w:ascii="Times New Roman" w:eastAsia="Times New Roman" w:hAnsi="Times New Roman"/>
          <w:sz w:val="28"/>
          <w:szCs w:val="28"/>
        </w:rPr>
        <w:t>х</w:t>
      </w:r>
      <w:r w:rsidR="00340E72" w:rsidRPr="006E761B">
        <w:rPr>
          <w:rFonts w:ascii="Times New Roman" w:eastAsia="Times New Roman" w:hAnsi="Times New Roman"/>
          <w:sz w:val="28"/>
          <w:szCs w:val="28"/>
        </w:rPr>
        <w:t>ся иностранным</w:t>
      </w:r>
      <w:r w:rsidR="00E1107B" w:rsidRPr="006E761B">
        <w:rPr>
          <w:rFonts w:ascii="Times New Roman" w:eastAsia="Times New Roman" w:hAnsi="Times New Roman"/>
          <w:sz w:val="28"/>
          <w:szCs w:val="28"/>
        </w:rPr>
        <w:t>и</w:t>
      </w:r>
      <w:r w:rsidR="00340E72" w:rsidRPr="006E761B">
        <w:rPr>
          <w:rFonts w:ascii="Times New Roman" w:eastAsia="Times New Roman" w:hAnsi="Times New Roman"/>
          <w:sz w:val="28"/>
          <w:szCs w:val="28"/>
        </w:rPr>
        <w:t xml:space="preserve"> </w:t>
      </w:r>
      <w:r w:rsidR="00E1107B" w:rsidRPr="006E761B">
        <w:rPr>
          <w:rFonts w:ascii="Times New Roman" w:eastAsia="Times New Roman" w:hAnsi="Times New Roman"/>
          <w:sz w:val="28"/>
          <w:szCs w:val="28"/>
        </w:rPr>
        <w:t>гражданами</w:t>
      </w:r>
      <w:r w:rsidR="00340E72" w:rsidRPr="006E761B">
        <w:rPr>
          <w:rFonts w:ascii="Times New Roman" w:eastAsia="Times New Roman" w:hAnsi="Times New Roman"/>
          <w:sz w:val="28"/>
          <w:szCs w:val="28"/>
        </w:rPr>
        <w:t xml:space="preserve"> или лиц</w:t>
      </w:r>
      <w:r w:rsidR="00E1107B" w:rsidRPr="006E761B">
        <w:rPr>
          <w:rFonts w:ascii="Times New Roman" w:eastAsia="Times New Roman" w:hAnsi="Times New Roman"/>
          <w:sz w:val="28"/>
          <w:szCs w:val="28"/>
        </w:rPr>
        <w:t>а</w:t>
      </w:r>
      <w:r w:rsidR="00340E72" w:rsidRPr="006E761B">
        <w:rPr>
          <w:rFonts w:ascii="Times New Roman" w:eastAsia="Times New Roman" w:hAnsi="Times New Roman"/>
          <w:sz w:val="28"/>
          <w:szCs w:val="28"/>
        </w:rPr>
        <w:t>м</w:t>
      </w:r>
      <w:r w:rsidR="00E1107B" w:rsidRPr="006E761B">
        <w:rPr>
          <w:rFonts w:ascii="Times New Roman" w:eastAsia="Times New Roman" w:hAnsi="Times New Roman"/>
          <w:sz w:val="28"/>
          <w:szCs w:val="28"/>
        </w:rPr>
        <w:t>и</w:t>
      </w:r>
      <w:r w:rsidR="00340E72" w:rsidRPr="006E761B">
        <w:rPr>
          <w:rFonts w:ascii="Times New Roman" w:eastAsia="Times New Roman" w:hAnsi="Times New Roman"/>
          <w:sz w:val="28"/>
          <w:szCs w:val="28"/>
        </w:rPr>
        <w:t xml:space="preserve"> без гражданства, в тестирующую организацию для прохождения тестирования.</w:t>
      </w:r>
    </w:p>
    <w:p w:rsidR="0081021A" w:rsidRPr="00C1415B" w:rsidRDefault="0081021A" w:rsidP="00340E72">
      <w:pPr>
        <w:ind w:left="142"/>
        <w:jc w:val="both"/>
        <w:rPr>
          <w:rFonts w:ascii="Times New Roman" w:eastAsia="Times New Roman" w:hAnsi="Times New Roman"/>
          <w:sz w:val="28"/>
          <w:szCs w:val="28"/>
        </w:rPr>
      </w:pPr>
    </w:p>
    <w:p w:rsidR="00D5356C" w:rsidRPr="0081021A" w:rsidRDefault="003E53DF" w:rsidP="002332B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D5356C" w:rsidRPr="0081021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5356C">
        <w:rPr>
          <w:rFonts w:ascii="Times New Roman" w:hAnsi="Times New Roman" w:cs="Times New Roman"/>
          <w:sz w:val="28"/>
          <w:szCs w:val="28"/>
        </w:rPr>
        <w:t>2</w:t>
      </w:r>
      <w:r w:rsidR="00D5356C" w:rsidRPr="0081021A">
        <w:rPr>
          <w:rFonts w:ascii="Times New Roman" w:hAnsi="Times New Roman" w:cs="Times New Roman"/>
          <w:sz w:val="28"/>
          <w:szCs w:val="28"/>
        </w:rPr>
        <w:t xml:space="preserve"> к приказу</w:t>
      </w:r>
    </w:p>
    <w:p w:rsidR="00D5356C" w:rsidRPr="0081021A" w:rsidRDefault="00D5356C" w:rsidP="002332B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21A">
        <w:rPr>
          <w:rFonts w:ascii="Times New Roman" w:hAnsi="Times New Roman" w:cs="Times New Roman"/>
          <w:sz w:val="28"/>
          <w:szCs w:val="28"/>
        </w:rPr>
        <w:t>Департамента образования и науки</w:t>
      </w:r>
    </w:p>
    <w:p w:rsidR="00D5356C" w:rsidRPr="0081021A" w:rsidRDefault="00D5356C" w:rsidP="002332B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21A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D5356C" w:rsidRDefault="00D5356C" w:rsidP="002332B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21A">
        <w:rPr>
          <w:rFonts w:ascii="Times New Roman" w:hAnsi="Times New Roman" w:cs="Times New Roman"/>
          <w:sz w:val="28"/>
          <w:szCs w:val="28"/>
        </w:rPr>
        <w:t>от _____________ №________ -о</w:t>
      </w:r>
    </w:p>
    <w:p w:rsidR="003E53DF" w:rsidRDefault="003E53DF" w:rsidP="002332B6">
      <w:pPr>
        <w:ind w:firstLine="709"/>
      </w:pPr>
    </w:p>
    <w:p w:rsidR="00EF60E1" w:rsidRDefault="00EF60E1" w:rsidP="00184323">
      <w:pPr>
        <w:pStyle w:val="ad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4323" w:rsidRPr="00CA665C" w:rsidRDefault="00184323" w:rsidP="00184323">
      <w:pPr>
        <w:pStyle w:val="ad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A665C">
        <w:rPr>
          <w:rFonts w:ascii="Times New Roman" w:eastAsia="Times New Roman" w:hAnsi="Times New Roman"/>
          <w:b/>
          <w:sz w:val="28"/>
          <w:szCs w:val="28"/>
        </w:rPr>
        <w:t>Р А С П И С А Н И Е</w:t>
      </w:r>
    </w:p>
    <w:p w:rsidR="001418AE" w:rsidRPr="00CA665C" w:rsidRDefault="00184323" w:rsidP="00184323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CA665C">
        <w:rPr>
          <w:rFonts w:ascii="Times New Roman" w:eastAsia="Times New Roman" w:hAnsi="Times New Roman"/>
          <w:b/>
          <w:sz w:val="28"/>
          <w:szCs w:val="28"/>
        </w:rPr>
        <w:t xml:space="preserve">проведения </w:t>
      </w:r>
      <w:r w:rsidR="0061190C" w:rsidRPr="00CA665C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тестирования на знание русского языка, </w:t>
      </w:r>
    </w:p>
    <w:p w:rsidR="00184323" w:rsidRDefault="0061190C" w:rsidP="00184323">
      <w:pPr>
        <w:pStyle w:val="ad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A665C">
        <w:rPr>
          <w:rFonts w:ascii="Times New Roman" w:hAnsi="Times New Roman"/>
          <w:b/>
          <w:sz w:val="28"/>
          <w:szCs w:val="28"/>
        </w:rPr>
        <w:t>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</w:t>
      </w:r>
      <w:r w:rsidRPr="00CA665C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0D2795" w:rsidRDefault="000D2795" w:rsidP="00184323">
      <w:pPr>
        <w:pStyle w:val="ad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8188"/>
      </w:tblGrid>
      <w:tr w:rsidR="000D2795" w:rsidTr="000D2795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тестирования</w:t>
            </w:r>
          </w:p>
        </w:tc>
      </w:tr>
      <w:tr w:rsidR="000D2795" w:rsidTr="000D2795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апреля 2025 года</w:t>
            </w:r>
          </w:p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2795" w:rsidTr="000D2795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апреля 2025 года</w:t>
            </w:r>
          </w:p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795" w:rsidTr="000D2795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28 мая 2025 года</w:t>
            </w:r>
          </w:p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795" w:rsidTr="000D2795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июня 2025 года</w:t>
            </w:r>
          </w:p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795" w:rsidTr="000D2795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июля 2025 года</w:t>
            </w:r>
          </w:p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795" w:rsidTr="000D2795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августа 2025 года</w:t>
            </w:r>
          </w:p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795" w:rsidTr="000D2795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августа 2025 года</w:t>
            </w:r>
          </w:p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795" w:rsidTr="000D2795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с 1 сентября по 31 декабря 2025 года</w:t>
            </w:r>
          </w:p>
          <w:p w:rsidR="000D2795" w:rsidRDefault="000D279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Каждый второй и четвертый вторник месяца</w:t>
            </w:r>
          </w:p>
        </w:tc>
      </w:tr>
    </w:tbl>
    <w:p w:rsidR="00184323" w:rsidRPr="00545E2C" w:rsidRDefault="00184323" w:rsidP="00184323">
      <w:pPr>
        <w:pStyle w:val="ad"/>
        <w:spacing w:after="0" w:line="240" w:lineRule="auto"/>
        <w:ind w:left="0"/>
        <w:jc w:val="center"/>
        <w:rPr>
          <w:b/>
        </w:rPr>
      </w:pPr>
    </w:p>
    <w:sectPr w:rsidR="00184323" w:rsidRPr="00545E2C" w:rsidSect="004C6CDF"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E32" w:rsidRDefault="00205E32" w:rsidP="00CE0494">
      <w:pPr>
        <w:spacing w:after="0" w:line="240" w:lineRule="auto"/>
      </w:pPr>
      <w:r>
        <w:separator/>
      </w:r>
    </w:p>
  </w:endnote>
  <w:endnote w:type="continuationSeparator" w:id="0">
    <w:p w:rsidR="00205E32" w:rsidRDefault="00205E32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E32" w:rsidRDefault="00205E32" w:rsidP="00CE0494">
      <w:pPr>
        <w:spacing w:after="0" w:line="240" w:lineRule="auto"/>
      </w:pPr>
      <w:r>
        <w:separator/>
      </w:r>
    </w:p>
  </w:footnote>
  <w:footnote w:type="continuationSeparator" w:id="0">
    <w:p w:rsidR="00205E32" w:rsidRDefault="00205E32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323485"/>
      <w:docPartObj>
        <w:docPartGallery w:val="Page Numbers (Top of Page)"/>
        <w:docPartUnique/>
      </w:docPartObj>
    </w:sdtPr>
    <w:sdtEndPr/>
    <w:sdtContent>
      <w:p w:rsidR="00C6111D" w:rsidRDefault="00C6111D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A0E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584A"/>
    <w:multiLevelType w:val="hybridMultilevel"/>
    <w:tmpl w:val="8AD81772"/>
    <w:lvl w:ilvl="0" w:tplc="12FA759E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4EE0112"/>
    <w:multiLevelType w:val="multilevel"/>
    <w:tmpl w:val="1C2651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55561BBE"/>
    <w:multiLevelType w:val="hybridMultilevel"/>
    <w:tmpl w:val="6ECCF14C"/>
    <w:lvl w:ilvl="0" w:tplc="9BF0AF7A">
      <w:start w:val="3"/>
      <w:numFmt w:val="decimal"/>
      <w:lvlText w:val="%1."/>
      <w:lvlJc w:val="left"/>
      <w:pPr>
        <w:ind w:left="3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30" w:hanging="360"/>
      </w:pPr>
    </w:lvl>
    <w:lvl w:ilvl="2" w:tplc="0419001B" w:tentative="1">
      <w:start w:val="1"/>
      <w:numFmt w:val="lowerRoman"/>
      <w:lvlText w:val="%3."/>
      <w:lvlJc w:val="right"/>
      <w:pPr>
        <w:ind w:left="5250" w:hanging="180"/>
      </w:pPr>
    </w:lvl>
    <w:lvl w:ilvl="3" w:tplc="0419000F" w:tentative="1">
      <w:start w:val="1"/>
      <w:numFmt w:val="decimal"/>
      <w:lvlText w:val="%4."/>
      <w:lvlJc w:val="left"/>
      <w:pPr>
        <w:ind w:left="5970" w:hanging="360"/>
      </w:pPr>
    </w:lvl>
    <w:lvl w:ilvl="4" w:tplc="04190019" w:tentative="1">
      <w:start w:val="1"/>
      <w:numFmt w:val="lowerLetter"/>
      <w:lvlText w:val="%5."/>
      <w:lvlJc w:val="left"/>
      <w:pPr>
        <w:ind w:left="6690" w:hanging="360"/>
      </w:pPr>
    </w:lvl>
    <w:lvl w:ilvl="5" w:tplc="0419001B" w:tentative="1">
      <w:start w:val="1"/>
      <w:numFmt w:val="lowerRoman"/>
      <w:lvlText w:val="%6."/>
      <w:lvlJc w:val="right"/>
      <w:pPr>
        <w:ind w:left="7410" w:hanging="180"/>
      </w:pPr>
    </w:lvl>
    <w:lvl w:ilvl="6" w:tplc="0419000F" w:tentative="1">
      <w:start w:val="1"/>
      <w:numFmt w:val="decimal"/>
      <w:lvlText w:val="%7."/>
      <w:lvlJc w:val="left"/>
      <w:pPr>
        <w:ind w:left="8130" w:hanging="360"/>
      </w:pPr>
    </w:lvl>
    <w:lvl w:ilvl="7" w:tplc="04190019" w:tentative="1">
      <w:start w:val="1"/>
      <w:numFmt w:val="lowerLetter"/>
      <w:lvlText w:val="%8."/>
      <w:lvlJc w:val="left"/>
      <w:pPr>
        <w:ind w:left="8850" w:hanging="360"/>
      </w:pPr>
    </w:lvl>
    <w:lvl w:ilvl="8" w:tplc="0419001B" w:tentative="1">
      <w:start w:val="1"/>
      <w:numFmt w:val="lowerRoman"/>
      <w:lvlText w:val="%9."/>
      <w:lvlJc w:val="right"/>
      <w:pPr>
        <w:ind w:left="9570" w:hanging="180"/>
      </w:pPr>
    </w:lvl>
  </w:abstractNum>
  <w:abstractNum w:abstractNumId="3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7FF76BE"/>
    <w:multiLevelType w:val="multilevel"/>
    <w:tmpl w:val="7474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CF289B"/>
    <w:multiLevelType w:val="multilevel"/>
    <w:tmpl w:val="1C2651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F0367C4"/>
    <w:multiLevelType w:val="hybridMultilevel"/>
    <w:tmpl w:val="3BFA6278"/>
    <w:lvl w:ilvl="0" w:tplc="9722753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EE8"/>
    <w:rsid w:val="000029CB"/>
    <w:rsid w:val="00002F86"/>
    <w:rsid w:val="00004EF3"/>
    <w:rsid w:val="00021FE8"/>
    <w:rsid w:val="00024E67"/>
    <w:rsid w:val="000361AB"/>
    <w:rsid w:val="000361B5"/>
    <w:rsid w:val="00042A88"/>
    <w:rsid w:val="00043A98"/>
    <w:rsid w:val="000450BB"/>
    <w:rsid w:val="00051B89"/>
    <w:rsid w:val="00053CBD"/>
    <w:rsid w:val="00060AB4"/>
    <w:rsid w:val="0006124E"/>
    <w:rsid w:val="00061ED9"/>
    <w:rsid w:val="00062108"/>
    <w:rsid w:val="000627DA"/>
    <w:rsid w:val="00062871"/>
    <w:rsid w:val="00066508"/>
    <w:rsid w:val="0007053B"/>
    <w:rsid w:val="000718DB"/>
    <w:rsid w:val="00073DE5"/>
    <w:rsid w:val="0007526A"/>
    <w:rsid w:val="000752E1"/>
    <w:rsid w:val="00076551"/>
    <w:rsid w:val="0008411C"/>
    <w:rsid w:val="00086E24"/>
    <w:rsid w:val="00093907"/>
    <w:rsid w:val="00095368"/>
    <w:rsid w:val="00095D7C"/>
    <w:rsid w:val="000A1057"/>
    <w:rsid w:val="000A1075"/>
    <w:rsid w:val="000A2D72"/>
    <w:rsid w:val="000A45B6"/>
    <w:rsid w:val="000A6666"/>
    <w:rsid w:val="000B2742"/>
    <w:rsid w:val="000B50AF"/>
    <w:rsid w:val="000B7BBA"/>
    <w:rsid w:val="000C0AB9"/>
    <w:rsid w:val="000C6DED"/>
    <w:rsid w:val="000C6EAF"/>
    <w:rsid w:val="000D2795"/>
    <w:rsid w:val="000D2969"/>
    <w:rsid w:val="000E3AA8"/>
    <w:rsid w:val="000E3C82"/>
    <w:rsid w:val="000E3D0A"/>
    <w:rsid w:val="000F0024"/>
    <w:rsid w:val="000F1978"/>
    <w:rsid w:val="000F3EE8"/>
    <w:rsid w:val="000F4725"/>
    <w:rsid w:val="000F57BF"/>
    <w:rsid w:val="001005AF"/>
    <w:rsid w:val="001110BE"/>
    <w:rsid w:val="001128EF"/>
    <w:rsid w:val="001137E6"/>
    <w:rsid w:val="0011627C"/>
    <w:rsid w:val="00117E56"/>
    <w:rsid w:val="00127BD5"/>
    <w:rsid w:val="00132C93"/>
    <w:rsid w:val="001418AE"/>
    <w:rsid w:val="001428A4"/>
    <w:rsid w:val="00143695"/>
    <w:rsid w:val="0014442E"/>
    <w:rsid w:val="00145E7F"/>
    <w:rsid w:val="00154D58"/>
    <w:rsid w:val="00154FED"/>
    <w:rsid w:val="001608C1"/>
    <w:rsid w:val="00164161"/>
    <w:rsid w:val="0017409F"/>
    <w:rsid w:val="00181D3E"/>
    <w:rsid w:val="00183D2F"/>
    <w:rsid w:val="00184323"/>
    <w:rsid w:val="00190793"/>
    <w:rsid w:val="00192400"/>
    <w:rsid w:val="001A20D7"/>
    <w:rsid w:val="001A3585"/>
    <w:rsid w:val="001A4188"/>
    <w:rsid w:val="001A5A73"/>
    <w:rsid w:val="001A5D35"/>
    <w:rsid w:val="001B2ED5"/>
    <w:rsid w:val="001C4C17"/>
    <w:rsid w:val="001C5126"/>
    <w:rsid w:val="001D0B4B"/>
    <w:rsid w:val="001D1AFA"/>
    <w:rsid w:val="001D2C22"/>
    <w:rsid w:val="001E2158"/>
    <w:rsid w:val="001E4F4D"/>
    <w:rsid w:val="001E5709"/>
    <w:rsid w:val="001F11EA"/>
    <w:rsid w:val="001F1E59"/>
    <w:rsid w:val="001F7D37"/>
    <w:rsid w:val="0020165E"/>
    <w:rsid w:val="00205E32"/>
    <w:rsid w:val="00206311"/>
    <w:rsid w:val="00211F31"/>
    <w:rsid w:val="0021439E"/>
    <w:rsid w:val="002149BB"/>
    <w:rsid w:val="00217204"/>
    <w:rsid w:val="0021797F"/>
    <w:rsid w:val="00221173"/>
    <w:rsid w:val="002332B6"/>
    <w:rsid w:val="0023355C"/>
    <w:rsid w:val="00240750"/>
    <w:rsid w:val="00241086"/>
    <w:rsid w:val="002428E5"/>
    <w:rsid w:val="00245FC0"/>
    <w:rsid w:val="002522E7"/>
    <w:rsid w:val="002542EF"/>
    <w:rsid w:val="002549F8"/>
    <w:rsid w:val="002566CE"/>
    <w:rsid w:val="00260DD9"/>
    <w:rsid w:val="002611EE"/>
    <w:rsid w:val="0026675C"/>
    <w:rsid w:val="002707BC"/>
    <w:rsid w:val="002757DE"/>
    <w:rsid w:val="002801FE"/>
    <w:rsid w:val="002854B1"/>
    <w:rsid w:val="0029096E"/>
    <w:rsid w:val="00291DA6"/>
    <w:rsid w:val="00293488"/>
    <w:rsid w:val="00296F95"/>
    <w:rsid w:val="002A294B"/>
    <w:rsid w:val="002A2E6A"/>
    <w:rsid w:val="002A2E6C"/>
    <w:rsid w:val="002A4126"/>
    <w:rsid w:val="002B2DCD"/>
    <w:rsid w:val="002C29AD"/>
    <w:rsid w:val="002C4EDB"/>
    <w:rsid w:val="002C52D0"/>
    <w:rsid w:val="002D26AF"/>
    <w:rsid w:val="002D4804"/>
    <w:rsid w:val="002D483E"/>
    <w:rsid w:val="002E3B15"/>
    <w:rsid w:val="002F05D3"/>
    <w:rsid w:val="002F1051"/>
    <w:rsid w:val="002F64BC"/>
    <w:rsid w:val="0030184A"/>
    <w:rsid w:val="00302327"/>
    <w:rsid w:val="00307FD4"/>
    <w:rsid w:val="00313133"/>
    <w:rsid w:val="0031480F"/>
    <w:rsid w:val="0031545A"/>
    <w:rsid w:val="0032262B"/>
    <w:rsid w:val="00330D1B"/>
    <w:rsid w:val="00331607"/>
    <w:rsid w:val="0033479A"/>
    <w:rsid w:val="003357F0"/>
    <w:rsid w:val="00340E72"/>
    <w:rsid w:val="00343E38"/>
    <w:rsid w:val="00344456"/>
    <w:rsid w:val="00345233"/>
    <w:rsid w:val="00351A78"/>
    <w:rsid w:val="0035295A"/>
    <w:rsid w:val="00352A83"/>
    <w:rsid w:val="00360111"/>
    <w:rsid w:val="00362CEE"/>
    <w:rsid w:val="0037133C"/>
    <w:rsid w:val="00374646"/>
    <w:rsid w:val="00374B64"/>
    <w:rsid w:val="00376EA2"/>
    <w:rsid w:val="00386362"/>
    <w:rsid w:val="003866F1"/>
    <w:rsid w:val="003904C0"/>
    <w:rsid w:val="0039750B"/>
    <w:rsid w:val="003A0D7F"/>
    <w:rsid w:val="003A31F4"/>
    <w:rsid w:val="003B09C5"/>
    <w:rsid w:val="003B1882"/>
    <w:rsid w:val="003B30E0"/>
    <w:rsid w:val="003D1EEA"/>
    <w:rsid w:val="003D5293"/>
    <w:rsid w:val="003E0497"/>
    <w:rsid w:val="003E4C89"/>
    <w:rsid w:val="003E53DF"/>
    <w:rsid w:val="003F1315"/>
    <w:rsid w:val="003F42FE"/>
    <w:rsid w:val="004039DC"/>
    <w:rsid w:val="00404CA4"/>
    <w:rsid w:val="00405A99"/>
    <w:rsid w:val="00407D28"/>
    <w:rsid w:val="0041054E"/>
    <w:rsid w:val="00411830"/>
    <w:rsid w:val="00411A73"/>
    <w:rsid w:val="00411ABA"/>
    <w:rsid w:val="00411E26"/>
    <w:rsid w:val="00417B3C"/>
    <w:rsid w:val="00420D87"/>
    <w:rsid w:val="00422917"/>
    <w:rsid w:val="00423CC9"/>
    <w:rsid w:val="004311B5"/>
    <w:rsid w:val="004313E7"/>
    <w:rsid w:val="0044092C"/>
    <w:rsid w:val="00442BD5"/>
    <w:rsid w:val="004432DA"/>
    <w:rsid w:val="00444C66"/>
    <w:rsid w:val="00446C68"/>
    <w:rsid w:val="00450F3B"/>
    <w:rsid w:val="004519B3"/>
    <w:rsid w:val="00455906"/>
    <w:rsid w:val="00463106"/>
    <w:rsid w:val="004658C4"/>
    <w:rsid w:val="00465B6F"/>
    <w:rsid w:val="004712D4"/>
    <w:rsid w:val="004740B3"/>
    <w:rsid w:val="00476D67"/>
    <w:rsid w:val="004771A6"/>
    <w:rsid w:val="004809FE"/>
    <w:rsid w:val="00486FA3"/>
    <w:rsid w:val="00493306"/>
    <w:rsid w:val="004A193E"/>
    <w:rsid w:val="004B055C"/>
    <w:rsid w:val="004B2DD7"/>
    <w:rsid w:val="004B2F5F"/>
    <w:rsid w:val="004B3944"/>
    <w:rsid w:val="004B4660"/>
    <w:rsid w:val="004B499B"/>
    <w:rsid w:val="004C4FEF"/>
    <w:rsid w:val="004C58CD"/>
    <w:rsid w:val="004C6CDF"/>
    <w:rsid w:val="004C71AF"/>
    <w:rsid w:val="004C7858"/>
    <w:rsid w:val="004D4251"/>
    <w:rsid w:val="004D6788"/>
    <w:rsid w:val="004E4288"/>
    <w:rsid w:val="004E515C"/>
    <w:rsid w:val="004E5F2D"/>
    <w:rsid w:val="004E70A8"/>
    <w:rsid w:val="004F2DC8"/>
    <w:rsid w:val="004F2E09"/>
    <w:rsid w:val="004F6F64"/>
    <w:rsid w:val="00501327"/>
    <w:rsid w:val="005022E6"/>
    <w:rsid w:val="00503B8C"/>
    <w:rsid w:val="00503F61"/>
    <w:rsid w:val="0051095E"/>
    <w:rsid w:val="00511A63"/>
    <w:rsid w:val="00517B8E"/>
    <w:rsid w:val="00524DAE"/>
    <w:rsid w:val="005256D8"/>
    <w:rsid w:val="00532294"/>
    <w:rsid w:val="005334EC"/>
    <w:rsid w:val="00533789"/>
    <w:rsid w:val="0053510B"/>
    <w:rsid w:val="005376EB"/>
    <w:rsid w:val="0054288C"/>
    <w:rsid w:val="0054458F"/>
    <w:rsid w:val="0054530A"/>
    <w:rsid w:val="00545DC0"/>
    <w:rsid w:val="00545E2C"/>
    <w:rsid w:val="00556481"/>
    <w:rsid w:val="00556CA5"/>
    <w:rsid w:val="00561362"/>
    <w:rsid w:val="005637EE"/>
    <w:rsid w:val="005757D8"/>
    <w:rsid w:val="005758A5"/>
    <w:rsid w:val="00575A92"/>
    <w:rsid w:val="00577452"/>
    <w:rsid w:val="00580382"/>
    <w:rsid w:val="00580538"/>
    <w:rsid w:val="00582B7C"/>
    <w:rsid w:val="0058389C"/>
    <w:rsid w:val="005843CD"/>
    <w:rsid w:val="00584CBA"/>
    <w:rsid w:val="005925F0"/>
    <w:rsid w:val="00594A0E"/>
    <w:rsid w:val="00596AAA"/>
    <w:rsid w:val="00597F7E"/>
    <w:rsid w:val="005A66DB"/>
    <w:rsid w:val="005A6771"/>
    <w:rsid w:val="005A74C1"/>
    <w:rsid w:val="005A7703"/>
    <w:rsid w:val="005B6C10"/>
    <w:rsid w:val="005C2F0C"/>
    <w:rsid w:val="005C3F1E"/>
    <w:rsid w:val="005C483A"/>
    <w:rsid w:val="005C5864"/>
    <w:rsid w:val="005C6D42"/>
    <w:rsid w:val="005C722F"/>
    <w:rsid w:val="005D1D09"/>
    <w:rsid w:val="005D70F5"/>
    <w:rsid w:val="005E508D"/>
    <w:rsid w:val="005E53A6"/>
    <w:rsid w:val="005E567D"/>
    <w:rsid w:val="005F3E7E"/>
    <w:rsid w:val="005F6A5F"/>
    <w:rsid w:val="00607AB5"/>
    <w:rsid w:val="0061190C"/>
    <w:rsid w:val="00614CAE"/>
    <w:rsid w:val="00623B2C"/>
    <w:rsid w:val="00624A93"/>
    <w:rsid w:val="006269B1"/>
    <w:rsid w:val="006324B5"/>
    <w:rsid w:val="00633927"/>
    <w:rsid w:val="00635295"/>
    <w:rsid w:val="00637E1B"/>
    <w:rsid w:val="00650721"/>
    <w:rsid w:val="006529AD"/>
    <w:rsid w:val="00655646"/>
    <w:rsid w:val="006556B5"/>
    <w:rsid w:val="006569E3"/>
    <w:rsid w:val="00666E7D"/>
    <w:rsid w:val="00671603"/>
    <w:rsid w:val="00671F41"/>
    <w:rsid w:val="00680BE9"/>
    <w:rsid w:val="006844AE"/>
    <w:rsid w:val="00685EC5"/>
    <w:rsid w:val="0068660F"/>
    <w:rsid w:val="00690278"/>
    <w:rsid w:val="00692CA6"/>
    <w:rsid w:val="00693E55"/>
    <w:rsid w:val="00695421"/>
    <w:rsid w:val="006A150D"/>
    <w:rsid w:val="006A213A"/>
    <w:rsid w:val="006A5F6B"/>
    <w:rsid w:val="006A6FFD"/>
    <w:rsid w:val="006B054C"/>
    <w:rsid w:val="006B0565"/>
    <w:rsid w:val="006B1F8A"/>
    <w:rsid w:val="006B2C7D"/>
    <w:rsid w:val="006B4706"/>
    <w:rsid w:val="006B687F"/>
    <w:rsid w:val="006B7D04"/>
    <w:rsid w:val="006C41ED"/>
    <w:rsid w:val="006C481B"/>
    <w:rsid w:val="006D03D3"/>
    <w:rsid w:val="006D4935"/>
    <w:rsid w:val="006D63A8"/>
    <w:rsid w:val="006D7B8C"/>
    <w:rsid w:val="006E27B7"/>
    <w:rsid w:val="006E761B"/>
    <w:rsid w:val="006F20D5"/>
    <w:rsid w:val="006F4F60"/>
    <w:rsid w:val="006F7244"/>
    <w:rsid w:val="0071537E"/>
    <w:rsid w:val="007157BB"/>
    <w:rsid w:val="007205FA"/>
    <w:rsid w:val="007256A0"/>
    <w:rsid w:val="00730CB4"/>
    <w:rsid w:val="0073202F"/>
    <w:rsid w:val="0074111F"/>
    <w:rsid w:val="00742E9B"/>
    <w:rsid w:val="0074506B"/>
    <w:rsid w:val="0075227E"/>
    <w:rsid w:val="0075303F"/>
    <w:rsid w:val="00753289"/>
    <w:rsid w:val="00756A0B"/>
    <w:rsid w:val="007619ED"/>
    <w:rsid w:val="00761D4F"/>
    <w:rsid w:val="0076677D"/>
    <w:rsid w:val="007677F4"/>
    <w:rsid w:val="00770353"/>
    <w:rsid w:val="00772142"/>
    <w:rsid w:val="00775754"/>
    <w:rsid w:val="007759DB"/>
    <w:rsid w:val="00783051"/>
    <w:rsid w:val="00786E42"/>
    <w:rsid w:val="007933CD"/>
    <w:rsid w:val="007968AA"/>
    <w:rsid w:val="007A0F78"/>
    <w:rsid w:val="007A26F9"/>
    <w:rsid w:val="007A33CD"/>
    <w:rsid w:val="007A5357"/>
    <w:rsid w:val="007B00FE"/>
    <w:rsid w:val="007B0A5A"/>
    <w:rsid w:val="007B203C"/>
    <w:rsid w:val="007B2F2F"/>
    <w:rsid w:val="007B3002"/>
    <w:rsid w:val="007B3F80"/>
    <w:rsid w:val="007C4291"/>
    <w:rsid w:val="007D0D18"/>
    <w:rsid w:val="007D293C"/>
    <w:rsid w:val="007D59E5"/>
    <w:rsid w:val="007D5EF4"/>
    <w:rsid w:val="007D6B33"/>
    <w:rsid w:val="007D7750"/>
    <w:rsid w:val="007D77C0"/>
    <w:rsid w:val="007D7D9D"/>
    <w:rsid w:val="007E2AA3"/>
    <w:rsid w:val="007E3856"/>
    <w:rsid w:val="007E487E"/>
    <w:rsid w:val="007F467F"/>
    <w:rsid w:val="007F4B13"/>
    <w:rsid w:val="007F4D33"/>
    <w:rsid w:val="007F55F3"/>
    <w:rsid w:val="007F61B9"/>
    <w:rsid w:val="007F6FD8"/>
    <w:rsid w:val="00805A3B"/>
    <w:rsid w:val="00805E0D"/>
    <w:rsid w:val="00807D84"/>
    <w:rsid w:val="0081021A"/>
    <w:rsid w:val="0081042B"/>
    <w:rsid w:val="008147E1"/>
    <w:rsid w:val="008157BE"/>
    <w:rsid w:val="00816008"/>
    <w:rsid w:val="0081627E"/>
    <w:rsid w:val="00817064"/>
    <w:rsid w:val="00817D00"/>
    <w:rsid w:val="00820BB5"/>
    <w:rsid w:val="0082608B"/>
    <w:rsid w:val="008343FA"/>
    <w:rsid w:val="00836314"/>
    <w:rsid w:val="008376B6"/>
    <w:rsid w:val="00840F68"/>
    <w:rsid w:val="00842F4A"/>
    <w:rsid w:val="00843259"/>
    <w:rsid w:val="0084458E"/>
    <w:rsid w:val="00844B36"/>
    <w:rsid w:val="00844DD2"/>
    <w:rsid w:val="00852D1B"/>
    <w:rsid w:val="00853B12"/>
    <w:rsid w:val="00853C57"/>
    <w:rsid w:val="008542A9"/>
    <w:rsid w:val="008556CC"/>
    <w:rsid w:val="00860804"/>
    <w:rsid w:val="0086288E"/>
    <w:rsid w:val="00863745"/>
    <w:rsid w:val="00866309"/>
    <w:rsid w:val="00867B10"/>
    <w:rsid w:val="00871D6E"/>
    <w:rsid w:val="008728AE"/>
    <w:rsid w:val="00872CCA"/>
    <w:rsid w:val="00872FA4"/>
    <w:rsid w:val="00885B5D"/>
    <w:rsid w:val="00890E3A"/>
    <w:rsid w:val="00894C88"/>
    <w:rsid w:val="008A00E9"/>
    <w:rsid w:val="008A02AE"/>
    <w:rsid w:val="008A45B2"/>
    <w:rsid w:val="008A5F27"/>
    <w:rsid w:val="008B3513"/>
    <w:rsid w:val="008B3AA4"/>
    <w:rsid w:val="008B4DCB"/>
    <w:rsid w:val="008B4F73"/>
    <w:rsid w:val="008B5F9B"/>
    <w:rsid w:val="008B71CB"/>
    <w:rsid w:val="008C29F3"/>
    <w:rsid w:val="008C325A"/>
    <w:rsid w:val="008C3D70"/>
    <w:rsid w:val="008D08C7"/>
    <w:rsid w:val="008D18A1"/>
    <w:rsid w:val="008D5785"/>
    <w:rsid w:val="008E0E47"/>
    <w:rsid w:val="008E4596"/>
    <w:rsid w:val="008E7B00"/>
    <w:rsid w:val="008F622E"/>
    <w:rsid w:val="009130BA"/>
    <w:rsid w:val="00913326"/>
    <w:rsid w:val="009213D4"/>
    <w:rsid w:val="009213F5"/>
    <w:rsid w:val="009224BB"/>
    <w:rsid w:val="00922DEC"/>
    <w:rsid w:val="00923331"/>
    <w:rsid w:val="009259AE"/>
    <w:rsid w:val="00933C82"/>
    <w:rsid w:val="00935620"/>
    <w:rsid w:val="009366BF"/>
    <w:rsid w:val="00936B05"/>
    <w:rsid w:val="00940524"/>
    <w:rsid w:val="009418C1"/>
    <w:rsid w:val="009434E7"/>
    <w:rsid w:val="00945A35"/>
    <w:rsid w:val="0095190C"/>
    <w:rsid w:val="00952192"/>
    <w:rsid w:val="00954CAE"/>
    <w:rsid w:val="00957CE2"/>
    <w:rsid w:val="009610E7"/>
    <w:rsid w:val="00961522"/>
    <w:rsid w:val="00961D66"/>
    <w:rsid w:val="009624BF"/>
    <w:rsid w:val="00962882"/>
    <w:rsid w:val="00962E48"/>
    <w:rsid w:val="0096458D"/>
    <w:rsid w:val="009651E5"/>
    <w:rsid w:val="00965555"/>
    <w:rsid w:val="00967FC1"/>
    <w:rsid w:val="00974D7B"/>
    <w:rsid w:val="00976623"/>
    <w:rsid w:val="0098223B"/>
    <w:rsid w:val="00987F4A"/>
    <w:rsid w:val="009904F8"/>
    <w:rsid w:val="00992785"/>
    <w:rsid w:val="009932C8"/>
    <w:rsid w:val="009951D1"/>
    <w:rsid w:val="00996BD7"/>
    <w:rsid w:val="009A588E"/>
    <w:rsid w:val="009A722F"/>
    <w:rsid w:val="009A76BD"/>
    <w:rsid w:val="009C1E71"/>
    <w:rsid w:val="009C4FF1"/>
    <w:rsid w:val="009C5618"/>
    <w:rsid w:val="009C5F31"/>
    <w:rsid w:val="009D123E"/>
    <w:rsid w:val="009D4274"/>
    <w:rsid w:val="009D46C5"/>
    <w:rsid w:val="009D6D73"/>
    <w:rsid w:val="009E053F"/>
    <w:rsid w:val="009E070C"/>
    <w:rsid w:val="009E47AB"/>
    <w:rsid w:val="009E4C7B"/>
    <w:rsid w:val="009F0FFE"/>
    <w:rsid w:val="009F2B19"/>
    <w:rsid w:val="009F3217"/>
    <w:rsid w:val="009F4C10"/>
    <w:rsid w:val="00A01E02"/>
    <w:rsid w:val="00A028E8"/>
    <w:rsid w:val="00A0372B"/>
    <w:rsid w:val="00A04CAC"/>
    <w:rsid w:val="00A056B4"/>
    <w:rsid w:val="00A05F07"/>
    <w:rsid w:val="00A108E1"/>
    <w:rsid w:val="00A16FAD"/>
    <w:rsid w:val="00A173F2"/>
    <w:rsid w:val="00A22149"/>
    <w:rsid w:val="00A22815"/>
    <w:rsid w:val="00A30BCD"/>
    <w:rsid w:val="00A328AD"/>
    <w:rsid w:val="00A37089"/>
    <w:rsid w:val="00A4218D"/>
    <w:rsid w:val="00A50785"/>
    <w:rsid w:val="00A5223C"/>
    <w:rsid w:val="00A567CF"/>
    <w:rsid w:val="00A611B1"/>
    <w:rsid w:val="00A65415"/>
    <w:rsid w:val="00A7131C"/>
    <w:rsid w:val="00A72A76"/>
    <w:rsid w:val="00A77946"/>
    <w:rsid w:val="00A90868"/>
    <w:rsid w:val="00A95EF4"/>
    <w:rsid w:val="00A9781B"/>
    <w:rsid w:val="00AA01F6"/>
    <w:rsid w:val="00AA10B5"/>
    <w:rsid w:val="00AB547B"/>
    <w:rsid w:val="00AB5BBA"/>
    <w:rsid w:val="00AB5DE1"/>
    <w:rsid w:val="00AC01A6"/>
    <w:rsid w:val="00AC0543"/>
    <w:rsid w:val="00AC13D8"/>
    <w:rsid w:val="00AE4168"/>
    <w:rsid w:val="00AF3CB1"/>
    <w:rsid w:val="00AF4DF0"/>
    <w:rsid w:val="00B14AC0"/>
    <w:rsid w:val="00B16959"/>
    <w:rsid w:val="00B20453"/>
    <w:rsid w:val="00B30D37"/>
    <w:rsid w:val="00B32355"/>
    <w:rsid w:val="00B4231E"/>
    <w:rsid w:val="00B463AA"/>
    <w:rsid w:val="00B46E92"/>
    <w:rsid w:val="00B47245"/>
    <w:rsid w:val="00B531B1"/>
    <w:rsid w:val="00B5430C"/>
    <w:rsid w:val="00B55D34"/>
    <w:rsid w:val="00B55DC5"/>
    <w:rsid w:val="00B60EFA"/>
    <w:rsid w:val="00B71177"/>
    <w:rsid w:val="00B73AB5"/>
    <w:rsid w:val="00B744B1"/>
    <w:rsid w:val="00B86C64"/>
    <w:rsid w:val="00B97501"/>
    <w:rsid w:val="00BA19CF"/>
    <w:rsid w:val="00BA2AFE"/>
    <w:rsid w:val="00BA2D30"/>
    <w:rsid w:val="00BA78FB"/>
    <w:rsid w:val="00BB18E2"/>
    <w:rsid w:val="00BB51A0"/>
    <w:rsid w:val="00BB5387"/>
    <w:rsid w:val="00BC1372"/>
    <w:rsid w:val="00BC2573"/>
    <w:rsid w:val="00BC6D24"/>
    <w:rsid w:val="00BD04F2"/>
    <w:rsid w:val="00BD2DA9"/>
    <w:rsid w:val="00BD5996"/>
    <w:rsid w:val="00BD7AD3"/>
    <w:rsid w:val="00BE0D4B"/>
    <w:rsid w:val="00BE348E"/>
    <w:rsid w:val="00BE41E9"/>
    <w:rsid w:val="00BE4B57"/>
    <w:rsid w:val="00BE51D8"/>
    <w:rsid w:val="00BE7E43"/>
    <w:rsid w:val="00BF0973"/>
    <w:rsid w:val="00BF2490"/>
    <w:rsid w:val="00BF4CA4"/>
    <w:rsid w:val="00BF5F21"/>
    <w:rsid w:val="00C00134"/>
    <w:rsid w:val="00C006AD"/>
    <w:rsid w:val="00C04768"/>
    <w:rsid w:val="00C05202"/>
    <w:rsid w:val="00C0766D"/>
    <w:rsid w:val="00C111D4"/>
    <w:rsid w:val="00C12437"/>
    <w:rsid w:val="00C1415B"/>
    <w:rsid w:val="00C16E29"/>
    <w:rsid w:val="00C17F29"/>
    <w:rsid w:val="00C224FE"/>
    <w:rsid w:val="00C24472"/>
    <w:rsid w:val="00C3019D"/>
    <w:rsid w:val="00C32D4D"/>
    <w:rsid w:val="00C3763C"/>
    <w:rsid w:val="00C4229D"/>
    <w:rsid w:val="00C54A1E"/>
    <w:rsid w:val="00C5557E"/>
    <w:rsid w:val="00C6111D"/>
    <w:rsid w:val="00C76435"/>
    <w:rsid w:val="00C85853"/>
    <w:rsid w:val="00C910A4"/>
    <w:rsid w:val="00C914D4"/>
    <w:rsid w:val="00C929B5"/>
    <w:rsid w:val="00CA2646"/>
    <w:rsid w:val="00CA5BAE"/>
    <w:rsid w:val="00CA665C"/>
    <w:rsid w:val="00CB3724"/>
    <w:rsid w:val="00CB5A9A"/>
    <w:rsid w:val="00CC585A"/>
    <w:rsid w:val="00CC6F68"/>
    <w:rsid w:val="00CD5198"/>
    <w:rsid w:val="00CE0494"/>
    <w:rsid w:val="00CE09D1"/>
    <w:rsid w:val="00CE0AB2"/>
    <w:rsid w:val="00CF20E9"/>
    <w:rsid w:val="00CF2EC2"/>
    <w:rsid w:val="00CF508D"/>
    <w:rsid w:val="00D0146A"/>
    <w:rsid w:val="00D032D1"/>
    <w:rsid w:val="00D06664"/>
    <w:rsid w:val="00D13791"/>
    <w:rsid w:val="00D166BA"/>
    <w:rsid w:val="00D2193D"/>
    <w:rsid w:val="00D27A32"/>
    <w:rsid w:val="00D3220C"/>
    <w:rsid w:val="00D34FC4"/>
    <w:rsid w:val="00D4304F"/>
    <w:rsid w:val="00D461CB"/>
    <w:rsid w:val="00D5356C"/>
    <w:rsid w:val="00D57BF1"/>
    <w:rsid w:val="00D6525E"/>
    <w:rsid w:val="00D67723"/>
    <w:rsid w:val="00D73BB5"/>
    <w:rsid w:val="00D763E7"/>
    <w:rsid w:val="00D82BCD"/>
    <w:rsid w:val="00D8371C"/>
    <w:rsid w:val="00D8765F"/>
    <w:rsid w:val="00DA007A"/>
    <w:rsid w:val="00DC29FF"/>
    <w:rsid w:val="00DC2DCC"/>
    <w:rsid w:val="00DC3B7D"/>
    <w:rsid w:val="00DC79C1"/>
    <w:rsid w:val="00DD2B3F"/>
    <w:rsid w:val="00DD304B"/>
    <w:rsid w:val="00DD4252"/>
    <w:rsid w:val="00DE1F23"/>
    <w:rsid w:val="00DE3C6A"/>
    <w:rsid w:val="00DF3C42"/>
    <w:rsid w:val="00DF3FF0"/>
    <w:rsid w:val="00E070E8"/>
    <w:rsid w:val="00E1107B"/>
    <w:rsid w:val="00E12DDC"/>
    <w:rsid w:val="00E1364D"/>
    <w:rsid w:val="00E15D40"/>
    <w:rsid w:val="00E20A21"/>
    <w:rsid w:val="00E2289F"/>
    <w:rsid w:val="00E23A2D"/>
    <w:rsid w:val="00E25405"/>
    <w:rsid w:val="00E37310"/>
    <w:rsid w:val="00E4313B"/>
    <w:rsid w:val="00E456C8"/>
    <w:rsid w:val="00E50D67"/>
    <w:rsid w:val="00E553DA"/>
    <w:rsid w:val="00E614ED"/>
    <w:rsid w:val="00E61ACB"/>
    <w:rsid w:val="00E66BCF"/>
    <w:rsid w:val="00E700AC"/>
    <w:rsid w:val="00E71DAF"/>
    <w:rsid w:val="00E724FD"/>
    <w:rsid w:val="00E728C1"/>
    <w:rsid w:val="00E72B19"/>
    <w:rsid w:val="00E74B43"/>
    <w:rsid w:val="00E86F95"/>
    <w:rsid w:val="00E90015"/>
    <w:rsid w:val="00E91204"/>
    <w:rsid w:val="00E97E5F"/>
    <w:rsid w:val="00EA0977"/>
    <w:rsid w:val="00EA3553"/>
    <w:rsid w:val="00EA3BA8"/>
    <w:rsid w:val="00EA5CE1"/>
    <w:rsid w:val="00EA6D78"/>
    <w:rsid w:val="00EB3DB9"/>
    <w:rsid w:val="00EC1146"/>
    <w:rsid w:val="00EC2DF1"/>
    <w:rsid w:val="00ED4A76"/>
    <w:rsid w:val="00ED6954"/>
    <w:rsid w:val="00EE6623"/>
    <w:rsid w:val="00EF368D"/>
    <w:rsid w:val="00EF60E1"/>
    <w:rsid w:val="00F0388B"/>
    <w:rsid w:val="00F04717"/>
    <w:rsid w:val="00F06163"/>
    <w:rsid w:val="00F0738B"/>
    <w:rsid w:val="00F12093"/>
    <w:rsid w:val="00F3205D"/>
    <w:rsid w:val="00F41220"/>
    <w:rsid w:val="00F4264D"/>
    <w:rsid w:val="00F501CA"/>
    <w:rsid w:val="00F513C7"/>
    <w:rsid w:val="00F659AB"/>
    <w:rsid w:val="00F67FAE"/>
    <w:rsid w:val="00F70844"/>
    <w:rsid w:val="00F72F6A"/>
    <w:rsid w:val="00F74D54"/>
    <w:rsid w:val="00F80652"/>
    <w:rsid w:val="00F82043"/>
    <w:rsid w:val="00F827D7"/>
    <w:rsid w:val="00F82A2D"/>
    <w:rsid w:val="00F8396D"/>
    <w:rsid w:val="00FA1E58"/>
    <w:rsid w:val="00FB12BC"/>
    <w:rsid w:val="00FB12D8"/>
    <w:rsid w:val="00FB3099"/>
    <w:rsid w:val="00FB7F08"/>
    <w:rsid w:val="00FC2679"/>
    <w:rsid w:val="00FC474E"/>
    <w:rsid w:val="00FD3815"/>
    <w:rsid w:val="00FD3FFA"/>
    <w:rsid w:val="00FD425E"/>
    <w:rsid w:val="00FD68D2"/>
    <w:rsid w:val="00FD6CF9"/>
    <w:rsid w:val="00FD7446"/>
    <w:rsid w:val="00FD76AC"/>
    <w:rsid w:val="00FE08E1"/>
    <w:rsid w:val="00FE14A2"/>
    <w:rsid w:val="00FE3126"/>
    <w:rsid w:val="00FF1079"/>
    <w:rsid w:val="00FF1369"/>
    <w:rsid w:val="00FF1C3F"/>
    <w:rsid w:val="00FF2DEB"/>
    <w:rsid w:val="00FF5D8C"/>
    <w:rsid w:val="00FF63A5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0BEB4-684D-40BD-90E4-201D3609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52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0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0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rsid w:val="003B18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f0">
    <w:name w:val="Основной текст_"/>
    <w:link w:val="12"/>
    <w:rsid w:val="00002F8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rsid w:val="00002F86"/>
    <w:pPr>
      <w:shd w:val="clear" w:color="auto" w:fill="FFFFFF"/>
      <w:spacing w:after="0" w:line="374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Default">
    <w:name w:val="Default"/>
    <w:rsid w:val="007B2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uturismarkdown-paragraph">
    <w:name w:val="futurismarkdown-paragraph"/>
    <w:basedOn w:val="a"/>
    <w:rsid w:val="00AC1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2A2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2A2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A2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420D87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05202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kova\Documents\E&#1043;&#1069;%202018\&#1055;&#1056;&#1048;&#1050;&#1040;&#1047;&#1067;\&#1053;&#1086;&#1103;&#1073;&#1088;&#1100;%202018\&#1055;&#1088;&#1080;&#1082;&#1072;&#1079;%20&#1086;%20&#1084;&#1077;&#1089;&#1090;&#1072;&#1093;%20&#1085;&#1072;&#1087;&#1080;&#1089;&#1072;&#1085;&#1080;&#1103;%20&#1089;&#1086;&#1095;&#1080;&#1085;&#1077;&#1085;&#1080;&#1103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93E48-332D-4463-9A52-B2CD0185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84</TotalTime>
  <Pages>5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Юрьевна  Малкова</dc:creator>
  <cp:lastModifiedBy>Любовь Юрьевна  Малкова</cp:lastModifiedBy>
  <cp:revision>38</cp:revision>
  <cp:lastPrinted>2025-03-20T12:38:00Z</cp:lastPrinted>
  <dcterms:created xsi:type="dcterms:W3CDTF">2025-03-19T14:21:00Z</dcterms:created>
  <dcterms:modified xsi:type="dcterms:W3CDTF">2025-03-20T13:47:00Z</dcterms:modified>
</cp:coreProperties>
</file>